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181" w:rsidRDefault="00A65F53" w:rsidP="002D2181">
      <w:pPr>
        <w:spacing w:after="0"/>
        <w:jc w:val="center"/>
        <w:rPr>
          <w:rFonts w:ascii="Garamond" w:hAnsi="Garamond"/>
          <w:b/>
          <w:sz w:val="20"/>
          <w:szCs w:val="20"/>
        </w:rPr>
      </w:pPr>
      <w:r w:rsidRPr="003708AE">
        <w:rPr>
          <w:rFonts w:ascii="Garamond" w:hAnsi="Garamond"/>
          <w:b/>
          <w:sz w:val="20"/>
          <w:szCs w:val="20"/>
        </w:rPr>
        <w:t>Allegato A</w:t>
      </w:r>
    </w:p>
    <w:p w:rsidR="00A41521" w:rsidRDefault="00A41521" w:rsidP="002D2181">
      <w:pPr>
        <w:spacing w:after="0"/>
        <w:jc w:val="center"/>
        <w:rPr>
          <w:rFonts w:ascii="Garamond" w:hAnsi="Garamond"/>
          <w:b/>
          <w:sz w:val="20"/>
          <w:szCs w:val="20"/>
        </w:rPr>
      </w:pPr>
    </w:p>
    <w:p w:rsidR="00A41521" w:rsidRPr="003708AE" w:rsidRDefault="00A41521" w:rsidP="002D2181">
      <w:pPr>
        <w:spacing w:after="0"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POSTO COMUNE</w:t>
      </w:r>
    </w:p>
    <w:p w:rsidR="00397C8B" w:rsidRPr="00DF0EE7" w:rsidRDefault="00987807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Scheda di osservazione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2008"/>
        <w:gridCol w:w="1431"/>
        <w:gridCol w:w="671"/>
        <w:gridCol w:w="284"/>
        <w:gridCol w:w="2500"/>
      </w:tblGrid>
      <w:tr w:rsidR="001769A8" w:rsidRPr="00DF0EE7" w:rsidTr="002D2181">
        <w:trPr>
          <w:jc w:val="center"/>
        </w:trPr>
        <w:tc>
          <w:tcPr>
            <w:tcW w:w="2269" w:type="dxa"/>
            <w:shd w:val="clear" w:color="auto" w:fill="auto"/>
            <w:vAlign w:val="center"/>
          </w:tcPr>
          <w:p w:rsidR="001769A8" w:rsidRPr="00DF0EE7" w:rsidRDefault="002E01AE" w:rsidP="002D2181">
            <w:pPr>
              <w:spacing w:before="120" w:after="12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t xml:space="preserve">Docente </w:t>
            </w:r>
          </w:p>
        </w:tc>
        <w:tc>
          <w:tcPr>
            <w:tcW w:w="6894" w:type="dxa"/>
            <w:gridSpan w:val="5"/>
            <w:shd w:val="clear" w:color="auto" w:fill="auto"/>
            <w:vAlign w:val="center"/>
          </w:tcPr>
          <w:p w:rsidR="001769A8" w:rsidRPr="00DF0EE7" w:rsidRDefault="001769A8" w:rsidP="002D218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769A8" w:rsidRPr="00DF0EE7" w:rsidTr="002D2181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9A8" w:rsidRPr="00DF0EE7" w:rsidRDefault="002D2181" w:rsidP="002D2181">
            <w:pPr>
              <w:spacing w:before="120" w:after="12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t>Istituto scolastico</w:t>
            </w:r>
          </w:p>
        </w:tc>
        <w:tc>
          <w:tcPr>
            <w:tcW w:w="689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9A8" w:rsidRPr="00DF0EE7" w:rsidRDefault="001769A8" w:rsidP="002D218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E01AE" w:rsidRPr="00DF0EE7" w:rsidTr="002D2181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E01AE" w:rsidRPr="00DF0EE7" w:rsidRDefault="002E01AE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97C8B" w:rsidRPr="00DF0EE7" w:rsidRDefault="00397C8B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35D01" w:rsidRPr="00DF0EE7" w:rsidTr="002D2181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9A8" w:rsidRPr="00DF0EE7" w:rsidRDefault="002D2181" w:rsidP="002D2181">
            <w:pPr>
              <w:spacing w:before="120" w:after="12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t>Grado</w:t>
            </w:r>
          </w:p>
        </w:tc>
        <w:tc>
          <w:tcPr>
            <w:tcW w:w="2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9A8" w:rsidRPr="00DF0EE7" w:rsidRDefault="007B23C0" w:rsidP="002D218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="001769A8" w:rsidRPr="00DF0EE7">
              <w:rPr>
                <w:rFonts w:cs="Calibri"/>
                <w:sz w:val="20"/>
                <w:szCs w:val="20"/>
              </w:rPr>
              <w:t>dell’Infanzia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9A8" w:rsidRPr="00DF0EE7" w:rsidRDefault="007B23C0" w:rsidP="002D218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="001769A8" w:rsidRPr="00DF0EE7">
              <w:rPr>
                <w:rFonts w:cs="Calibri"/>
                <w:sz w:val="20"/>
                <w:szCs w:val="20"/>
              </w:rPr>
              <w:t>primaria</w:t>
            </w:r>
          </w:p>
        </w:tc>
        <w:tc>
          <w:tcPr>
            <w:tcW w:w="27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69A8" w:rsidRPr="00DF0EE7" w:rsidRDefault="000A15BA" w:rsidP="002D218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</w:t>
            </w:r>
            <w:r w:rsidR="001769A8" w:rsidRPr="00DF0EE7">
              <w:rPr>
                <w:rFonts w:cs="Calibri"/>
                <w:sz w:val="20"/>
                <w:szCs w:val="20"/>
              </w:rPr>
              <w:t xml:space="preserve"> secondaria di </w:t>
            </w:r>
            <w:r w:rsidR="004B1B0F">
              <w:rPr>
                <w:rFonts w:cs="Calibri"/>
                <w:sz w:val="20"/>
                <w:szCs w:val="20"/>
              </w:rPr>
              <w:t>ii</w:t>
            </w:r>
            <w:r w:rsidR="001769A8" w:rsidRPr="00DF0EE7">
              <w:rPr>
                <w:rFonts w:cs="Calibri"/>
                <w:sz w:val="20"/>
                <w:szCs w:val="20"/>
              </w:rPr>
              <w:t xml:space="preserve"> grado</w:t>
            </w:r>
          </w:p>
        </w:tc>
      </w:tr>
      <w:tr w:rsidR="00397C8B" w:rsidRPr="00DF0EE7" w:rsidTr="002D2181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97C8B" w:rsidRPr="00DF0EE7" w:rsidRDefault="00397C8B" w:rsidP="002D218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  <w:p w:rsidR="00397C8B" w:rsidRPr="00DF0EE7" w:rsidRDefault="00397C8B" w:rsidP="002D218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</w:tr>
      <w:tr w:rsidR="00935D01" w:rsidRPr="00DF0EE7" w:rsidTr="002D2181">
        <w:trPr>
          <w:jc w:val="center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:rsidR="00397C8B" w:rsidRPr="00DF0EE7" w:rsidRDefault="00397C8B" w:rsidP="002D218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t>Osservazione</w:t>
            </w:r>
          </w:p>
        </w:tc>
        <w:tc>
          <w:tcPr>
            <w:tcW w:w="343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7C8B" w:rsidRPr="00DF0EE7" w:rsidRDefault="00397C8B" w:rsidP="002D218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</w:t>
            </w:r>
            <w:r w:rsidRPr="00DF0EE7">
              <w:rPr>
                <w:rFonts w:cs="Calibri"/>
                <w:sz w:val="20"/>
                <w:szCs w:val="20"/>
              </w:rPr>
              <w:t xml:space="preserve"> concordata con il docente</w:t>
            </w:r>
          </w:p>
        </w:tc>
        <w:tc>
          <w:tcPr>
            <w:tcW w:w="345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7C8B" w:rsidRPr="00DF0EE7" w:rsidRDefault="000A15BA" w:rsidP="002D218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</w:t>
            </w:r>
            <w:r w:rsidR="00397C8B" w:rsidRPr="00DF0EE7">
              <w:rPr>
                <w:rFonts w:cs="Calibri"/>
                <w:sz w:val="20"/>
                <w:szCs w:val="20"/>
              </w:rPr>
              <w:t xml:space="preserve"> </w:t>
            </w:r>
            <w:r w:rsidR="00397C8B" w:rsidRPr="00DF0EE7">
              <w:rPr>
                <w:rFonts w:cs="Calibri"/>
                <w:b/>
                <w:sz w:val="20"/>
                <w:szCs w:val="20"/>
                <w:u w:val="single"/>
              </w:rPr>
              <w:t>non</w:t>
            </w:r>
            <w:r w:rsidR="00397C8B" w:rsidRPr="00DF0EE7">
              <w:rPr>
                <w:rFonts w:cs="Calibri"/>
                <w:sz w:val="20"/>
                <w:szCs w:val="20"/>
              </w:rPr>
              <w:t xml:space="preserve"> concordata con il docente</w:t>
            </w:r>
          </w:p>
        </w:tc>
      </w:tr>
      <w:tr w:rsidR="00397C8B" w:rsidRPr="00DF0EE7" w:rsidTr="002D2181">
        <w:trPr>
          <w:jc w:val="center"/>
        </w:trPr>
        <w:tc>
          <w:tcPr>
            <w:tcW w:w="226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7C8B" w:rsidRPr="00DF0EE7" w:rsidRDefault="00397C8B" w:rsidP="002D218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7C8B" w:rsidRPr="00DF0EE7" w:rsidRDefault="00397C8B" w:rsidP="002D2181">
            <w:pPr>
              <w:spacing w:before="120" w:after="120" w:line="240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Effettuata in data </w:t>
            </w:r>
            <w:r w:rsidR="004B1B0F">
              <w:rPr>
                <w:rFonts w:eastAsia="Arial" w:cs="Calibri"/>
                <w:sz w:val="20"/>
                <w:szCs w:val="20"/>
              </w:rPr>
              <w:t>06 03 2024</w:t>
            </w:r>
          </w:p>
        </w:tc>
        <w:tc>
          <w:tcPr>
            <w:tcW w:w="27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7C8B" w:rsidRPr="00DF0EE7" w:rsidRDefault="00397C8B" w:rsidP="002D218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N. di …………….</w:t>
            </w:r>
          </w:p>
        </w:tc>
      </w:tr>
      <w:tr w:rsidR="002E01AE" w:rsidRPr="00DF0EE7" w:rsidTr="002D2181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E01AE" w:rsidRPr="00DF0EE7" w:rsidRDefault="002E01AE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97C8B" w:rsidRPr="00DF0EE7" w:rsidRDefault="00397C8B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41B52" w:rsidRPr="00DF0EE7" w:rsidTr="002D2181">
        <w:trPr>
          <w:jc w:val="center"/>
        </w:trPr>
        <w:tc>
          <w:tcPr>
            <w:tcW w:w="9163" w:type="dxa"/>
            <w:gridSpan w:val="6"/>
            <w:shd w:val="clear" w:color="auto" w:fill="D9D9D9"/>
            <w:vAlign w:val="center"/>
          </w:tcPr>
          <w:p w:rsidR="00141B52" w:rsidRPr="00DF0EE7" w:rsidRDefault="00141B52" w:rsidP="002D2181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t>Informazioni di contesto</w:t>
            </w:r>
          </w:p>
        </w:tc>
      </w:tr>
      <w:tr w:rsidR="00141B52" w:rsidRPr="00DF0EE7" w:rsidTr="002D2181">
        <w:trPr>
          <w:jc w:val="center"/>
        </w:trPr>
        <w:tc>
          <w:tcPr>
            <w:tcW w:w="2269" w:type="dxa"/>
            <w:shd w:val="clear" w:color="auto" w:fill="auto"/>
            <w:vAlign w:val="center"/>
          </w:tcPr>
          <w:p w:rsidR="00141B52" w:rsidRPr="00DF0EE7" w:rsidRDefault="00141B52" w:rsidP="002D218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Plesso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141B52" w:rsidRPr="00DF0EE7" w:rsidRDefault="00141B52" w:rsidP="002D218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500" w:type="dxa"/>
            <w:shd w:val="clear" w:color="auto" w:fill="auto"/>
            <w:vAlign w:val="center"/>
          </w:tcPr>
          <w:p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41B52" w:rsidRPr="00DF0EE7" w:rsidTr="002D2181">
        <w:trPr>
          <w:jc w:val="center"/>
        </w:trPr>
        <w:tc>
          <w:tcPr>
            <w:tcW w:w="2269" w:type="dxa"/>
            <w:shd w:val="clear" w:color="auto" w:fill="auto"/>
            <w:vAlign w:val="center"/>
          </w:tcPr>
          <w:p w:rsidR="00141B52" w:rsidRPr="00DF0EE7" w:rsidRDefault="00141B52" w:rsidP="002D218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Classe/Sezione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141B52" w:rsidRPr="00DF0EE7" w:rsidRDefault="00141B52" w:rsidP="002D218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500" w:type="dxa"/>
            <w:shd w:val="clear" w:color="auto" w:fill="auto"/>
            <w:vAlign w:val="center"/>
          </w:tcPr>
          <w:p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41B52" w:rsidRPr="00DF0EE7" w:rsidTr="002D2181">
        <w:trPr>
          <w:jc w:val="center"/>
        </w:trPr>
        <w:tc>
          <w:tcPr>
            <w:tcW w:w="2269" w:type="dxa"/>
            <w:shd w:val="clear" w:color="auto" w:fill="auto"/>
            <w:vAlign w:val="center"/>
          </w:tcPr>
          <w:p w:rsidR="00141B52" w:rsidRPr="00DF0EE7" w:rsidRDefault="00141B52" w:rsidP="002D218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 xml:space="preserve">N. alunni 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 xml:space="preserve">di cui maschi </w:t>
            </w:r>
            <w:r w:rsidR="000A15BA">
              <w:rPr>
                <w:rFonts w:cs="Calibri"/>
                <w:sz w:val="20"/>
                <w:szCs w:val="20"/>
              </w:rPr>
              <w:t>…</w:t>
            </w:r>
            <w:r w:rsidRPr="00DF0EE7">
              <w:rPr>
                <w:rFonts w:cs="Calibri"/>
                <w:sz w:val="20"/>
                <w:szCs w:val="20"/>
              </w:rPr>
              <w:t xml:space="preserve"> femmine </w:t>
            </w:r>
            <w:r w:rsidR="000A15BA">
              <w:rPr>
                <w:rFonts w:cs="Calibri"/>
                <w:sz w:val="20"/>
                <w:szCs w:val="20"/>
              </w:rPr>
              <w:t>…</w:t>
            </w:r>
          </w:p>
          <w:p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di cui …… con disabilità</w:t>
            </w:r>
          </w:p>
          <w:p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di cui …… con DSA</w:t>
            </w:r>
          </w:p>
          <w:p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 xml:space="preserve">di cui </w:t>
            </w:r>
            <w:r w:rsidR="004B1B0F">
              <w:rPr>
                <w:rFonts w:cs="Calibri"/>
                <w:sz w:val="20"/>
                <w:szCs w:val="20"/>
              </w:rPr>
              <w:t>6</w:t>
            </w:r>
            <w:r w:rsidRPr="00DF0EE7">
              <w:rPr>
                <w:rFonts w:cs="Calibri"/>
                <w:sz w:val="20"/>
                <w:szCs w:val="20"/>
              </w:rPr>
              <w:t xml:space="preserve"> stranieri</w:t>
            </w:r>
          </w:p>
          <w:p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di cui …… con altri BES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41B52" w:rsidRPr="00DF0EE7" w:rsidTr="002D2181">
        <w:trPr>
          <w:jc w:val="center"/>
        </w:trPr>
        <w:tc>
          <w:tcPr>
            <w:tcW w:w="2269" w:type="dxa"/>
            <w:shd w:val="clear" w:color="auto" w:fill="auto"/>
            <w:vAlign w:val="center"/>
          </w:tcPr>
          <w:p w:rsidR="00141B52" w:rsidRPr="00DF0EE7" w:rsidRDefault="00141B52" w:rsidP="002D218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Ambiente in cui si svolge l’osservazione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Pr="00DF0EE7">
              <w:rPr>
                <w:rFonts w:cs="Calibri"/>
                <w:sz w:val="20"/>
                <w:szCs w:val="20"/>
              </w:rPr>
              <w:t xml:space="preserve">Aula       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Pr="00DF0EE7">
              <w:rPr>
                <w:rFonts w:cs="Calibri"/>
                <w:sz w:val="20"/>
                <w:szCs w:val="20"/>
              </w:rPr>
              <w:t xml:space="preserve">Palestra       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Pr="00DF0EE7">
              <w:rPr>
                <w:rFonts w:cs="Calibri"/>
                <w:sz w:val="20"/>
                <w:szCs w:val="20"/>
              </w:rPr>
              <w:t>Mensa</w:t>
            </w:r>
          </w:p>
          <w:p w:rsidR="00141B52" w:rsidRPr="00DF0EE7" w:rsidRDefault="000A15BA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</w:t>
            </w:r>
            <w:r w:rsidR="00141B52" w:rsidRPr="00DF0EE7">
              <w:rPr>
                <w:rFonts w:eastAsia="Arial" w:cs="Calibri"/>
                <w:sz w:val="20"/>
                <w:szCs w:val="20"/>
              </w:rPr>
              <w:t xml:space="preserve"> </w:t>
            </w:r>
            <w:r w:rsidR="00141B52" w:rsidRPr="00DF0EE7">
              <w:rPr>
                <w:rFonts w:cs="Calibri"/>
                <w:sz w:val="20"/>
                <w:szCs w:val="20"/>
              </w:rPr>
              <w:t xml:space="preserve">Laboratorio di </w:t>
            </w:r>
          </w:p>
          <w:p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Pr="00DF0EE7">
              <w:rPr>
                <w:rFonts w:cs="Calibri"/>
                <w:sz w:val="20"/>
                <w:szCs w:val="20"/>
              </w:rPr>
              <w:t xml:space="preserve">Cortile della scuola 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Pr="00DF0EE7">
              <w:rPr>
                <w:rFonts w:cs="Calibri"/>
                <w:sz w:val="20"/>
                <w:szCs w:val="20"/>
              </w:rPr>
              <w:t>Altro ___________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  <w:highlight w:val="yellow"/>
              </w:rPr>
            </w:pPr>
          </w:p>
        </w:tc>
      </w:tr>
      <w:tr w:rsidR="00141B52" w:rsidRPr="00DF0EE7" w:rsidTr="002D2181">
        <w:trPr>
          <w:jc w:val="center"/>
        </w:trPr>
        <w:tc>
          <w:tcPr>
            <w:tcW w:w="2269" w:type="dxa"/>
            <w:shd w:val="clear" w:color="auto" w:fill="auto"/>
            <w:vAlign w:val="center"/>
          </w:tcPr>
          <w:p w:rsidR="00141B52" w:rsidRPr="00DF0EE7" w:rsidRDefault="00141B52" w:rsidP="002D218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Caratteristiche salienti dell’ambiente</w:t>
            </w:r>
          </w:p>
          <w:p w:rsidR="00141B52" w:rsidRPr="00DF0EE7" w:rsidRDefault="00141B52" w:rsidP="002D218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(Disposizione alunni/strumenti didattici in aula)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141B52" w:rsidRPr="00DF0EE7" w:rsidRDefault="00141B52" w:rsidP="002D218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500" w:type="dxa"/>
            <w:shd w:val="clear" w:color="auto" w:fill="auto"/>
            <w:vAlign w:val="center"/>
          </w:tcPr>
          <w:p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41B52" w:rsidRPr="00DF0EE7" w:rsidTr="002D2181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1B52" w:rsidRPr="00DF0EE7" w:rsidRDefault="00141B52" w:rsidP="002D218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Attività osservate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1B52" w:rsidRPr="00DF0EE7" w:rsidRDefault="00141B52" w:rsidP="002D218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987807" w:rsidRDefault="00987807" w:rsidP="00C67900">
      <w:pPr>
        <w:spacing w:after="0" w:line="240" w:lineRule="auto"/>
        <w:jc w:val="both"/>
        <w:rPr>
          <w:rFonts w:cs="Calibri"/>
          <w:b/>
          <w:sz w:val="20"/>
          <w:szCs w:val="20"/>
        </w:rPr>
      </w:pPr>
    </w:p>
    <w:p w:rsidR="00A63549" w:rsidRDefault="00A63549" w:rsidP="00C67900">
      <w:pPr>
        <w:spacing w:after="0" w:line="240" w:lineRule="auto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br w:type="page"/>
      </w:r>
    </w:p>
    <w:p w:rsidR="00C67900" w:rsidRDefault="00987807" w:rsidP="00C67900">
      <w:pPr>
        <w:spacing w:after="0" w:line="240" w:lineRule="auto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lastRenderedPageBreak/>
        <w:t xml:space="preserve">Indicatori ai fini dell’osservazione nonché della valutazione </w:t>
      </w:r>
      <w:r w:rsidR="001E083B">
        <w:rPr>
          <w:rFonts w:cs="Calibri"/>
          <w:b/>
          <w:sz w:val="20"/>
          <w:szCs w:val="20"/>
        </w:rPr>
        <w:t>prevista all’articolo 13, comma 3 del decreto</w:t>
      </w:r>
    </w:p>
    <w:p w:rsidR="001E083B" w:rsidRPr="00DF0EE7" w:rsidRDefault="001E083B" w:rsidP="00C67900">
      <w:pPr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3"/>
        <w:gridCol w:w="3133"/>
        <w:gridCol w:w="3133"/>
        <w:gridCol w:w="1252"/>
      </w:tblGrid>
      <w:tr w:rsidR="00F53AA0" w:rsidRPr="00DF0EE7" w:rsidTr="00A63549">
        <w:trPr>
          <w:jc w:val="center"/>
        </w:trPr>
        <w:tc>
          <w:tcPr>
            <w:tcW w:w="9351" w:type="dxa"/>
            <w:gridSpan w:val="4"/>
            <w:shd w:val="clear" w:color="auto" w:fill="D9D9D9"/>
          </w:tcPr>
          <w:p w:rsidR="00F53AA0" w:rsidRPr="00DF0EE7" w:rsidRDefault="00F53AA0" w:rsidP="002D2181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t>Costruzione di ambienti di apprendimento positivi</w:t>
            </w:r>
            <w:r w:rsidR="008077F5">
              <w:rPr>
                <w:rFonts w:cs="Calibri"/>
                <w:b/>
                <w:sz w:val="20"/>
                <w:szCs w:val="20"/>
              </w:rPr>
              <w:t xml:space="preserve"> e inclusivi</w:t>
            </w:r>
          </w:p>
        </w:tc>
      </w:tr>
      <w:tr w:rsidR="0001365A" w:rsidRPr="00DF0EE7" w:rsidTr="00A63549">
        <w:trPr>
          <w:jc w:val="center"/>
        </w:trPr>
        <w:tc>
          <w:tcPr>
            <w:tcW w:w="1833" w:type="dxa"/>
            <w:shd w:val="clear" w:color="auto" w:fill="D9D9D9"/>
            <w:vAlign w:val="center"/>
          </w:tcPr>
          <w:p w:rsidR="0001365A" w:rsidRPr="00DF0EE7" w:rsidRDefault="0001365A" w:rsidP="002D2181">
            <w:pPr>
              <w:spacing w:after="0" w:line="240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Indicatore</w:t>
            </w:r>
          </w:p>
        </w:tc>
        <w:tc>
          <w:tcPr>
            <w:tcW w:w="3133" w:type="dxa"/>
            <w:shd w:val="clear" w:color="auto" w:fill="D9D9D9"/>
          </w:tcPr>
          <w:p w:rsidR="0001365A" w:rsidRPr="00DF0EE7" w:rsidRDefault="0001365A" w:rsidP="002D2181">
            <w:pPr>
              <w:spacing w:after="0" w:line="192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Descrittore</w:t>
            </w:r>
          </w:p>
        </w:tc>
        <w:tc>
          <w:tcPr>
            <w:tcW w:w="3133" w:type="dxa"/>
            <w:shd w:val="clear" w:color="auto" w:fill="D9D9D9"/>
            <w:vAlign w:val="center"/>
          </w:tcPr>
          <w:p w:rsidR="0001365A" w:rsidRPr="00DF0EE7" w:rsidRDefault="0001365A" w:rsidP="002D2181">
            <w:pPr>
              <w:spacing w:after="0" w:line="192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Frequenza</w:t>
            </w:r>
          </w:p>
        </w:tc>
        <w:tc>
          <w:tcPr>
            <w:tcW w:w="1252" w:type="dxa"/>
            <w:shd w:val="clear" w:color="auto" w:fill="D9D9D9"/>
            <w:vAlign w:val="center"/>
          </w:tcPr>
          <w:p w:rsidR="0001365A" w:rsidRPr="00DF0EE7" w:rsidRDefault="0001365A" w:rsidP="002D2181">
            <w:pPr>
              <w:spacing w:after="0" w:line="240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Note</w:t>
            </w:r>
          </w:p>
        </w:tc>
      </w:tr>
      <w:tr w:rsidR="00A6323D" w:rsidRPr="00DF0EE7" w:rsidTr="00A63549">
        <w:trPr>
          <w:jc w:val="center"/>
        </w:trPr>
        <w:tc>
          <w:tcPr>
            <w:tcW w:w="1833" w:type="dxa"/>
            <w:vMerge w:val="restart"/>
            <w:shd w:val="clear" w:color="auto" w:fill="auto"/>
          </w:tcPr>
          <w:p w:rsidR="00A6323D" w:rsidRPr="00DF0EE7" w:rsidRDefault="00A6323D" w:rsidP="00A6323D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L’attività si svolge in un </w:t>
            </w:r>
            <w:r w:rsidRPr="00DF0EE7">
              <w:rPr>
                <w:rFonts w:eastAsia="Arial" w:cs="Calibri"/>
                <w:b/>
                <w:sz w:val="20"/>
                <w:szCs w:val="20"/>
              </w:rPr>
              <w:t>clima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 disteso e collaborativo. </w:t>
            </w:r>
            <w:r w:rsidR="008077F5">
              <w:rPr>
                <w:rFonts w:eastAsia="Arial" w:cs="Calibri"/>
                <w:sz w:val="20"/>
                <w:szCs w:val="20"/>
              </w:rPr>
              <w:t>Tutti g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li alunni… </w:t>
            </w:r>
          </w:p>
        </w:tc>
        <w:tc>
          <w:tcPr>
            <w:tcW w:w="3133" w:type="dxa"/>
          </w:tcPr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mostrano attenzione </w:t>
            </w:r>
          </w:p>
        </w:tc>
        <w:tc>
          <w:tcPr>
            <w:tcW w:w="3133" w:type="dxa"/>
            <w:shd w:val="clear" w:color="auto" w:fill="auto"/>
          </w:tcPr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auto"/>
          </w:tcPr>
          <w:p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:rsidTr="00A63549">
        <w:trPr>
          <w:jc w:val="center"/>
        </w:trPr>
        <w:tc>
          <w:tcPr>
            <w:tcW w:w="1833" w:type="dxa"/>
            <w:vMerge/>
            <w:shd w:val="clear" w:color="auto" w:fill="auto"/>
          </w:tcPr>
          <w:p w:rsidR="00A6323D" w:rsidRPr="00DF0EE7" w:rsidRDefault="00A6323D" w:rsidP="00A6323D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sono coinvolti in modo attivo nelle attività proposte</w:t>
            </w:r>
          </w:p>
        </w:tc>
        <w:tc>
          <w:tcPr>
            <w:tcW w:w="3133" w:type="dxa"/>
            <w:shd w:val="clear" w:color="auto" w:fill="auto"/>
          </w:tcPr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252" w:type="dxa"/>
            <w:shd w:val="clear" w:color="auto" w:fill="auto"/>
          </w:tcPr>
          <w:p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:rsidTr="00A63549">
        <w:trPr>
          <w:jc w:val="center"/>
        </w:trPr>
        <w:tc>
          <w:tcPr>
            <w:tcW w:w="1833" w:type="dxa"/>
            <w:vMerge/>
            <w:shd w:val="clear" w:color="auto" w:fill="auto"/>
          </w:tcPr>
          <w:p w:rsidR="00A6323D" w:rsidRPr="00DF0EE7" w:rsidRDefault="00A6323D" w:rsidP="00A6323D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sono a proprio agio nel chiedere spiegazioni, nell’effettuare interventi e nel rispondere alle domande dell’insegnante</w:t>
            </w:r>
          </w:p>
        </w:tc>
        <w:tc>
          <w:tcPr>
            <w:tcW w:w="3133" w:type="dxa"/>
            <w:shd w:val="clear" w:color="auto" w:fill="auto"/>
          </w:tcPr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252" w:type="dxa"/>
            <w:shd w:val="clear" w:color="auto" w:fill="auto"/>
          </w:tcPr>
          <w:p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:rsidTr="00A63549">
        <w:trPr>
          <w:jc w:val="center"/>
        </w:trPr>
        <w:tc>
          <w:tcPr>
            <w:tcW w:w="1833" w:type="dxa"/>
            <w:vMerge/>
            <w:shd w:val="clear" w:color="auto" w:fill="auto"/>
          </w:tcPr>
          <w:p w:rsidR="00A6323D" w:rsidRPr="00DF0EE7" w:rsidRDefault="00A6323D" w:rsidP="00A6323D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lavorano singolarmente o in gruppi, in autonomia, alla risoluzione di problemi o per portare a termine le attività assegnate dal docente</w:t>
            </w:r>
          </w:p>
        </w:tc>
        <w:tc>
          <w:tcPr>
            <w:tcW w:w="3133" w:type="dxa"/>
            <w:shd w:val="clear" w:color="auto" w:fill="auto"/>
          </w:tcPr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252" w:type="dxa"/>
            <w:shd w:val="clear" w:color="auto" w:fill="auto"/>
          </w:tcPr>
          <w:p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:rsidTr="00A63549">
        <w:trPr>
          <w:jc w:val="center"/>
        </w:trPr>
        <w:tc>
          <w:tcPr>
            <w:tcW w:w="1833" w:type="dxa"/>
            <w:vMerge/>
            <w:shd w:val="clear" w:color="auto" w:fill="auto"/>
          </w:tcPr>
          <w:p w:rsidR="00A6323D" w:rsidRPr="00DF0EE7" w:rsidRDefault="00A6323D" w:rsidP="00A6323D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sono incoraggiati a manifestare le proprie conoscenze e abilità</w:t>
            </w:r>
          </w:p>
        </w:tc>
        <w:tc>
          <w:tcPr>
            <w:tcW w:w="3133" w:type="dxa"/>
            <w:shd w:val="clear" w:color="auto" w:fill="auto"/>
          </w:tcPr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252" w:type="dxa"/>
            <w:shd w:val="clear" w:color="auto" w:fill="auto"/>
          </w:tcPr>
          <w:p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8077F5" w:rsidRPr="00DF0EE7" w:rsidTr="00A63549">
        <w:trPr>
          <w:jc w:val="center"/>
        </w:trPr>
        <w:tc>
          <w:tcPr>
            <w:tcW w:w="1833" w:type="dxa"/>
            <w:vMerge w:val="restart"/>
            <w:shd w:val="clear" w:color="auto" w:fill="auto"/>
          </w:tcPr>
          <w:p w:rsidR="008077F5" w:rsidRPr="00DF0EE7" w:rsidRDefault="008077F5" w:rsidP="00A6323D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L’attività si svolge in un </w:t>
            </w:r>
            <w:r w:rsidRPr="00DF0EE7">
              <w:rPr>
                <w:rFonts w:eastAsia="Arial" w:cs="Calibri"/>
                <w:b/>
                <w:sz w:val="20"/>
                <w:szCs w:val="20"/>
              </w:rPr>
              <w:t>clima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 disteso e collaborativo.</w:t>
            </w:r>
          </w:p>
        </w:tc>
        <w:tc>
          <w:tcPr>
            <w:tcW w:w="3133" w:type="dxa"/>
          </w:tcPr>
          <w:p w:rsidR="008077F5" w:rsidRPr="00DF0EE7" w:rsidRDefault="008077F5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>
              <w:rPr>
                <w:rFonts w:eastAsia="Arial" w:cs="Calibri"/>
                <w:sz w:val="20"/>
                <w:szCs w:val="20"/>
              </w:rPr>
              <w:t>Il docente conosce i profili di ogni alunno, anche con riferimento alle dinamiche interculturali</w:t>
            </w:r>
          </w:p>
        </w:tc>
        <w:tc>
          <w:tcPr>
            <w:tcW w:w="3133" w:type="dxa"/>
            <w:shd w:val="clear" w:color="auto" w:fill="auto"/>
          </w:tcPr>
          <w:p w:rsidR="008077F5" w:rsidRPr="00DF0EE7" w:rsidRDefault="008077F5" w:rsidP="008077F5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8077F5" w:rsidRPr="00DF0EE7" w:rsidRDefault="008077F5" w:rsidP="008077F5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8077F5" w:rsidRPr="00DF0EE7" w:rsidRDefault="008077F5" w:rsidP="008077F5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8077F5" w:rsidRPr="00DF0EE7" w:rsidRDefault="008077F5" w:rsidP="008077F5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252" w:type="dxa"/>
            <w:shd w:val="clear" w:color="auto" w:fill="auto"/>
          </w:tcPr>
          <w:p w:rsidR="008077F5" w:rsidRPr="00DF0EE7" w:rsidRDefault="008077F5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8077F5" w:rsidRPr="00DF0EE7" w:rsidTr="00A63549">
        <w:trPr>
          <w:jc w:val="center"/>
        </w:trPr>
        <w:tc>
          <w:tcPr>
            <w:tcW w:w="1833" w:type="dxa"/>
            <w:vMerge/>
            <w:shd w:val="clear" w:color="auto" w:fill="auto"/>
          </w:tcPr>
          <w:p w:rsidR="008077F5" w:rsidRPr="00DF0EE7" w:rsidRDefault="008077F5" w:rsidP="00A6323D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8077F5" w:rsidRPr="00DF0EE7" w:rsidRDefault="008077F5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sono state condivise regole di comportamento comuni</w:t>
            </w:r>
          </w:p>
        </w:tc>
        <w:tc>
          <w:tcPr>
            <w:tcW w:w="3133" w:type="dxa"/>
            <w:shd w:val="clear" w:color="auto" w:fill="auto"/>
          </w:tcPr>
          <w:p w:rsidR="008077F5" w:rsidRPr="00DF0EE7" w:rsidRDefault="008077F5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8077F5" w:rsidRPr="00DF0EE7" w:rsidRDefault="008077F5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8077F5" w:rsidRPr="00DF0EE7" w:rsidRDefault="008077F5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8077F5" w:rsidRPr="00DF0EE7" w:rsidRDefault="008077F5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252" w:type="dxa"/>
            <w:shd w:val="clear" w:color="auto" w:fill="auto"/>
          </w:tcPr>
          <w:p w:rsidR="008077F5" w:rsidRPr="00DF0EE7" w:rsidRDefault="008077F5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8077F5" w:rsidRPr="00DF0EE7" w:rsidTr="00A63549">
        <w:trPr>
          <w:jc w:val="center"/>
        </w:trPr>
        <w:tc>
          <w:tcPr>
            <w:tcW w:w="1833" w:type="dxa"/>
            <w:vMerge/>
            <w:tcBorders>
              <w:bottom w:val="nil"/>
            </w:tcBorders>
            <w:shd w:val="clear" w:color="auto" w:fill="auto"/>
          </w:tcPr>
          <w:p w:rsidR="008077F5" w:rsidRPr="00DF0EE7" w:rsidRDefault="008077F5" w:rsidP="00A6323D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8077F5" w:rsidRPr="00DF0EE7" w:rsidRDefault="008077F5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>
              <w:rPr>
                <w:rFonts w:eastAsia="Arial" w:cs="Calibri"/>
                <w:sz w:val="20"/>
                <w:szCs w:val="20"/>
              </w:rPr>
              <w:t>le regole sono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 rispettat</w:t>
            </w:r>
            <w:r>
              <w:rPr>
                <w:rFonts w:eastAsia="Arial" w:cs="Calibri"/>
                <w:sz w:val="20"/>
                <w:szCs w:val="20"/>
              </w:rPr>
              <w:t>e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 da tutti</w:t>
            </w:r>
          </w:p>
        </w:tc>
        <w:tc>
          <w:tcPr>
            <w:tcW w:w="3133" w:type="dxa"/>
            <w:shd w:val="clear" w:color="auto" w:fill="auto"/>
          </w:tcPr>
          <w:p w:rsidR="008077F5" w:rsidRPr="00DF0EE7" w:rsidRDefault="008077F5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8077F5" w:rsidRPr="00DF0EE7" w:rsidRDefault="008077F5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8077F5" w:rsidRPr="00DF0EE7" w:rsidRDefault="008077F5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8077F5" w:rsidRPr="00DF0EE7" w:rsidRDefault="008077F5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252" w:type="dxa"/>
            <w:shd w:val="clear" w:color="auto" w:fill="auto"/>
          </w:tcPr>
          <w:p w:rsidR="008077F5" w:rsidRPr="00DF0EE7" w:rsidRDefault="008077F5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835E42" w:rsidRPr="00DF0EE7" w:rsidTr="00A63549">
        <w:trPr>
          <w:jc w:val="center"/>
        </w:trPr>
        <w:tc>
          <w:tcPr>
            <w:tcW w:w="1833" w:type="dxa"/>
            <w:tcBorders>
              <w:top w:val="nil"/>
            </w:tcBorders>
            <w:shd w:val="clear" w:color="auto" w:fill="auto"/>
          </w:tcPr>
          <w:p w:rsidR="00835E42" w:rsidRPr="00DF0EE7" w:rsidRDefault="00835E42" w:rsidP="00A6323D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  <w:p w:rsidR="00A6323D" w:rsidRPr="00DF0EE7" w:rsidRDefault="00A6323D" w:rsidP="00A6323D">
            <w:pPr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835E42" w:rsidRPr="00DF0EE7" w:rsidRDefault="00835E42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eventuali episodi problematici sono affrontati con efficacia</w:t>
            </w:r>
          </w:p>
        </w:tc>
        <w:tc>
          <w:tcPr>
            <w:tcW w:w="3133" w:type="dxa"/>
            <w:shd w:val="clear" w:color="auto" w:fill="auto"/>
          </w:tcPr>
          <w:p w:rsidR="00A65F53" w:rsidRPr="00DF0EE7" w:rsidRDefault="00A65F5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65F53" w:rsidRPr="00DF0EE7" w:rsidRDefault="00A65F5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5F53" w:rsidRPr="00DF0EE7" w:rsidRDefault="00A65F5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835E42" w:rsidRPr="00DF0EE7" w:rsidRDefault="00A65F5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252" w:type="dxa"/>
            <w:shd w:val="clear" w:color="auto" w:fill="auto"/>
          </w:tcPr>
          <w:p w:rsidR="00835E42" w:rsidRPr="00DF0EE7" w:rsidRDefault="00835E42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11E19" w:rsidRPr="00DF0EE7" w:rsidTr="00A63549">
        <w:trPr>
          <w:jc w:val="center"/>
        </w:trPr>
        <w:tc>
          <w:tcPr>
            <w:tcW w:w="1833" w:type="dxa"/>
            <w:shd w:val="clear" w:color="auto" w:fill="auto"/>
          </w:tcPr>
          <w:p w:rsidR="00911E19" w:rsidRPr="00DF0EE7" w:rsidRDefault="00911E19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Le figure presenti (colleghi curricolari, insegnante di sostegno, educatore, assistenti)  </w:t>
            </w:r>
          </w:p>
        </w:tc>
        <w:tc>
          <w:tcPr>
            <w:tcW w:w="3133" w:type="dxa"/>
          </w:tcPr>
          <w:p w:rsidR="00911E19" w:rsidRPr="00DF0EE7" w:rsidRDefault="00911E19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sono coinvolt</w:t>
            </w:r>
            <w:r w:rsidR="00A65F53" w:rsidRPr="00DF0EE7">
              <w:rPr>
                <w:rFonts w:eastAsia="Arial" w:cs="Calibri"/>
                <w:sz w:val="20"/>
                <w:szCs w:val="20"/>
              </w:rPr>
              <w:t>e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 in modo attivo nelle attività proposte</w:t>
            </w:r>
          </w:p>
        </w:tc>
        <w:tc>
          <w:tcPr>
            <w:tcW w:w="3133" w:type="dxa"/>
            <w:shd w:val="clear" w:color="auto" w:fill="auto"/>
          </w:tcPr>
          <w:p w:rsidR="00BA2F83" w:rsidRPr="00DF0EE7" w:rsidRDefault="00BA2F8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BA2F83" w:rsidRPr="00DF0EE7" w:rsidRDefault="00BA2F8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BA2F83" w:rsidRPr="00DF0EE7" w:rsidRDefault="00BA2F8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911E19" w:rsidRPr="00DF0EE7" w:rsidRDefault="00BA2F8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252" w:type="dxa"/>
            <w:shd w:val="clear" w:color="auto" w:fill="auto"/>
          </w:tcPr>
          <w:p w:rsidR="00911E19" w:rsidRPr="00DF0EE7" w:rsidRDefault="00911E19" w:rsidP="008077F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:rsidTr="00A63549">
        <w:trPr>
          <w:jc w:val="center"/>
        </w:trPr>
        <w:tc>
          <w:tcPr>
            <w:tcW w:w="1833" w:type="dxa"/>
            <w:vMerge w:val="restart"/>
            <w:shd w:val="clear" w:color="auto" w:fill="auto"/>
          </w:tcPr>
          <w:p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 xml:space="preserve">Lo </w:t>
            </w:r>
            <w:r w:rsidRPr="00DF0EE7">
              <w:rPr>
                <w:rFonts w:cs="Calibri"/>
                <w:b/>
                <w:bCs/>
                <w:sz w:val="20"/>
                <w:szCs w:val="20"/>
              </w:rPr>
              <w:t>spazio</w:t>
            </w:r>
            <w:r w:rsidRPr="00DF0EE7">
              <w:rPr>
                <w:rFonts w:cs="Calibri"/>
                <w:sz w:val="20"/>
                <w:szCs w:val="20"/>
              </w:rPr>
              <w:t xml:space="preserve"> è gestito in maniera funzionale alle attività proposte. </w:t>
            </w:r>
            <w:r w:rsidRPr="00DF0EE7">
              <w:rPr>
                <w:rFonts w:eastAsia="Arial" w:cs="Calibri"/>
                <w:sz w:val="20"/>
                <w:szCs w:val="20"/>
              </w:rPr>
              <w:t>Il setting d’aula….</w:t>
            </w:r>
          </w:p>
        </w:tc>
        <w:tc>
          <w:tcPr>
            <w:tcW w:w="3133" w:type="dxa"/>
          </w:tcPr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è correlato alle attività progettate ed è variato in funzione alle modalità didattiche</w:t>
            </w:r>
          </w:p>
        </w:tc>
        <w:tc>
          <w:tcPr>
            <w:tcW w:w="3133" w:type="dxa"/>
            <w:shd w:val="clear" w:color="auto" w:fill="auto"/>
          </w:tcPr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□ Non pertinente all’attività osservata </w:t>
            </w:r>
          </w:p>
        </w:tc>
        <w:tc>
          <w:tcPr>
            <w:tcW w:w="1252" w:type="dxa"/>
            <w:shd w:val="clear" w:color="auto" w:fill="auto"/>
          </w:tcPr>
          <w:p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:rsidTr="00A63549">
        <w:trPr>
          <w:jc w:val="center"/>
        </w:trPr>
        <w:tc>
          <w:tcPr>
            <w:tcW w:w="1833" w:type="dxa"/>
            <w:vMerge/>
            <w:shd w:val="clear" w:color="auto" w:fill="auto"/>
          </w:tcPr>
          <w:p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tiene conto delle esigenze degli </w:t>
            </w:r>
            <w:r w:rsidRPr="00DF0EE7">
              <w:rPr>
                <w:rFonts w:eastAsia="Arial" w:cs="Calibri"/>
                <w:sz w:val="20"/>
                <w:szCs w:val="20"/>
              </w:rPr>
              <w:lastRenderedPageBreak/>
              <w:t xml:space="preserve">alunni con </w:t>
            </w:r>
            <w:r w:rsidR="008077F5">
              <w:rPr>
                <w:rFonts w:eastAsia="Arial" w:cs="Calibri"/>
                <w:sz w:val="20"/>
                <w:szCs w:val="20"/>
              </w:rPr>
              <w:t>BES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 e li include</w:t>
            </w:r>
          </w:p>
        </w:tc>
        <w:tc>
          <w:tcPr>
            <w:tcW w:w="3133" w:type="dxa"/>
            <w:shd w:val="clear" w:color="auto" w:fill="auto"/>
          </w:tcPr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lastRenderedPageBreak/>
              <w:t>□ Presente</w:t>
            </w:r>
          </w:p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lastRenderedPageBreak/>
              <w:t>□ Saltuario e/o parziale</w:t>
            </w:r>
          </w:p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252" w:type="dxa"/>
            <w:shd w:val="clear" w:color="auto" w:fill="auto"/>
          </w:tcPr>
          <w:p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26BD7" w:rsidRPr="00DF0EE7" w:rsidTr="00A63549">
        <w:trPr>
          <w:jc w:val="center"/>
        </w:trPr>
        <w:tc>
          <w:tcPr>
            <w:tcW w:w="1833" w:type="dxa"/>
            <w:tcBorders>
              <w:bottom w:val="nil"/>
            </w:tcBorders>
            <w:shd w:val="clear" w:color="auto" w:fill="auto"/>
          </w:tcPr>
          <w:p w:rsidR="00126BD7" w:rsidRPr="00DF0EE7" w:rsidRDefault="00126BD7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lastRenderedPageBreak/>
              <w:t xml:space="preserve">Il </w:t>
            </w:r>
            <w:r w:rsidRPr="00DF0EE7">
              <w:rPr>
                <w:rFonts w:cs="Calibri"/>
                <w:b/>
                <w:bCs/>
                <w:sz w:val="20"/>
                <w:szCs w:val="20"/>
              </w:rPr>
              <w:t>tempo</w:t>
            </w:r>
          </w:p>
        </w:tc>
        <w:tc>
          <w:tcPr>
            <w:tcW w:w="3133" w:type="dxa"/>
          </w:tcPr>
          <w:p w:rsidR="00126BD7" w:rsidRPr="00DF0EE7" w:rsidRDefault="00126BD7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è scandito e diversificato tenendo conto delle </w:t>
            </w:r>
            <w:r w:rsidR="00BA2F83" w:rsidRPr="00DF0EE7">
              <w:rPr>
                <w:rFonts w:eastAsia="Arial" w:cs="Calibri"/>
                <w:sz w:val="20"/>
                <w:szCs w:val="20"/>
              </w:rPr>
              <w:t>soglie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 di attenzione</w:t>
            </w:r>
            <w:r w:rsidR="00BA2F83" w:rsidRPr="00DF0EE7">
              <w:rPr>
                <w:rFonts w:eastAsia="Arial" w:cs="Calibri"/>
                <w:sz w:val="20"/>
                <w:szCs w:val="20"/>
              </w:rPr>
              <w:t xml:space="preserve"> di tutti gli alunni</w:t>
            </w:r>
          </w:p>
        </w:tc>
        <w:tc>
          <w:tcPr>
            <w:tcW w:w="3133" w:type="dxa"/>
            <w:shd w:val="clear" w:color="auto" w:fill="auto"/>
          </w:tcPr>
          <w:p w:rsidR="00BA2F83" w:rsidRPr="00DF0EE7" w:rsidRDefault="00BA2F8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BA2F83" w:rsidRPr="00DF0EE7" w:rsidRDefault="00BA2F8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BA2F83" w:rsidRPr="00DF0EE7" w:rsidRDefault="00BA2F8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126BD7" w:rsidRPr="00DF0EE7" w:rsidRDefault="00BA2F8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252" w:type="dxa"/>
            <w:shd w:val="clear" w:color="auto" w:fill="auto"/>
          </w:tcPr>
          <w:p w:rsidR="00126BD7" w:rsidRPr="00DF0EE7" w:rsidRDefault="00126BD7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BA2F83" w:rsidRPr="00DF0EE7" w:rsidTr="00A63549">
        <w:trPr>
          <w:jc w:val="center"/>
        </w:trPr>
        <w:tc>
          <w:tcPr>
            <w:tcW w:w="1833" w:type="dxa"/>
            <w:tcBorders>
              <w:top w:val="nil"/>
            </w:tcBorders>
            <w:shd w:val="clear" w:color="auto" w:fill="auto"/>
          </w:tcPr>
          <w:p w:rsidR="00BA2F83" w:rsidRPr="00DF0EE7" w:rsidRDefault="00BA2F83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BA2F83" w:rsidRPr="00DF0EE7" w:rsidRDefault="00BA2F8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è congruo rispetto agli obiettivi di apprendimento e alla programmazione generale</w:t>
            </w:r>
          </w:p>
        </w:tc>
        <w:tc>
          <w:tcPr>
            <w:tcW w:w="3133" w:type="dxa"/>
            <w:shd w:val="clear" w:color="auto" w:fill="auto"/>
          </w:tcPr>
          <w:p w:rsidR="00BA2F83" w:rsidRPr="00DF0EE7" w:rsidRDefault="00BA2F8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BA2F83" w:rsidRPr="00DF0EE7" w:rsidRDefault="00BA2F8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BA2F83" w:rsidRPr="00DF0EE7" w:rsidRDefault="00BA2F8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BA2F83" w:rsidRPr="00DF0EE7" w:rsidRDefault="00BA2F8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252" w:type="dxa"/>
            <w:shd w:val="clear" w:color="auto" w:fill="auto"/>
          </w:tcPr>
          <w:p w:rsidR="00BA2F83" w:rsidRPr="00DF0EE7" w:rsidRDefault="00BA2F83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3708AE" w:rsidRPr="00DF0EE7" w:rsidRDefault="003708AE" w:rsidP="00911E19">
      <w:pPr>
        <w:tabs>
          <w:tab w:val="left" w:pos="2254"/>
          <w:tab w:val="left" w:pos="5387"/>
          <w:tab w:val="left" w:pos="8520"/>
        </w:tabs>
        <w:spacing w:after="0" w:line="240" w:lineRule="auto"/>
        <w:rPr>
          <w:rFonts w:cs="Calibri"/>
          <w:sz w:val="20"/>
          <w:szCs w:val="20"/>
        </w:rPr>
      </w:pPr>
    </w:p>
    <w:p w:rsidR="00BA2F83" w:rsidRPr="00DF0EE7" w:rsidRDefault="003708AE" w:rsidP="00911E19">
      <w:pPr>
        <w:tabs>
          <w:tab w:val="left" w:pos="2254"/>
          <w:tab w:val="left" w:pos="5387"/>
          <w:tab w:val="left" w:pos="8520"/>
        </w:tabs>
        <w:spacing w:after="0" w:line="240" w:lineRule="auto"/>
        <w:rPr>
          <w:rFonts w:cs="Calibri"/>
          <w:sz w:val="20"/>
          <w:szCs w:val="20"/>
        </w:rPr>
      </w:pPr>
      <w:r w:rsidRPr="00DF0EE7">
        <w:rPr>
          <w:rFonts w:cs="Calibri"/>
          <w:sz w:val="20"/>
          <w:szCs w:val="20"/>
        </w:rPr>
        <w:br w:type="page"/>
      </w:r>
      <w:r w:rsidR="00BA2F83" w:rsidRPr="00DF0EE7">
        <w:rPr>
          <w:rFonts w:cs="Calibri"/>
          <w:sz w:val="20"/>
          <w:szCs w:val="20"/>
        </w:rPr>
        <w:lastRenderedPageBreak/>
        <w:tab/>
      </w:r>
      <w:r w:rsidR="00BA2F83" w:rsidRPr="00DF0EE7">
        <w:rPr>
          <w:rFonts w:eastAsia="Arial" w:cs="Calibri"/>
          <w:sz w:val="20"/>
          <w:szCs w:val="20"/>
        </w:rPr>
        <w:tab/>
      </w:r>
      <w:r w:rsidR="00BA2F83" w:rsidRPr="00DF0EE7">
        <w:rPr>
          <w:rFonts w:eastAsia="Arial" w:cs="Calibri"/>
          <w:sz w:val="20"/>
          <w:szCs w:val="20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1"/>
        <w:gridCol w:w="3133"/>
        <w:gridCol w:w="3133"/>
        <w:gridCol w:w="1681"/>
      </w:tblGrid>
      <w:tr w:rsidR="00BA2F83" w:rsidRPr="00DF0EE7" w:rsidTr="00A63549">
        <w:trPr>
          <w:jc w:val="center"/>
        </w:trPr>
        <w:tc>
          <w:tcPr>
            <w:tcW w:w="9218" w:type="dxa"/>
            <w:gridSpan w:val="4"/>
            <w:shd w:val="clear" w:color="auto" w:fill="D9D9D9"/>
          </w:tcPr>
          <w:p w:rsidR="00BA2F83" w:rsidRPr="00DF0EE7" w:rsidRDefault="00BA2F83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t>Progettazione e realizzazione dell’azione didattico disciplinare</w:t>
            </w:r>
          </w:p>
        </w:tc>
      </w:tr>
      <w:tr w:rsidR="00BA2F83" w:rsidRPr="00DF0EE7" w:rsidTr="00A63549">
        <w:trPr>
          <w:jc w:val="center"/>
        </w:trPr>
        <w:tc>
          <w:tcPr>
            <w:tcW w:w="1271" w:type="dxa"/>
            <w:shd w:val="clear" w:color="auto" w:fill="D9D9D9"/>
            <w:vAlign w:val="center"/>
          </w:tcPr>
          <w:p w:rsidR="00BA2F83" w:rsidRPr="00DF0EE7" w:rsidRDefault="00BA2F83">
            <w:pPr>
              <w:spacing w:after="0" w:line="240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Indicatore</w:t>
            </w:r>
          </w:p>
        </w:tc>
        <w:tc>
          <w:tcPr>
            <w:tcW w:w="3133" w:type="dxa"/>
            <w:shd w:val="clear" w:color="auto" w:fill="D9D9D9"/>
          </w:tcPr>
          <w:p w:rsidR="00BA2F83" w:rsidRPr="00DF0EE7" w:rsidRDefault="00BA2F83">
            <w:pPr>
              <w:spacing w:after="0" w:line="192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Descrittore</w:t>
            </w:r>
          </w:p>
        </w:tc>
        <w:tc>
          <w:tcPr>
            <w:tcW w:w="3133" w:type="dxa"/>
            <w:shd w:val="clear" w:color="auto" w:fill="D9D9D9"/>
            <w:vAlign w:val="center"/>
          </w:tcPr>
          <w:p w:rsidR="00BA2F83" w:rsidRPr="00DF0EE7" w:rsidRDefault="00BA2F83">
            <w:pPr>
              <w:spacing w:after="0" w:line="192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Frequenza</w:t>
            </w:r>
          </w:p>
        </w:tc>
        <w:tc>
          <w:tcPr>
            <w:tcW w:w="1681" w:type="dxa"/>
            <w:shd w:val="clear" w:color="auto" w:fill="D9D9D9"/>
            <w:vAlign w:val="center"/>
          </w:tcPr>
          <w:p w:rsidR="00BA2F83" w:rsidRPr="00DF0EE7" w:rsidRDefault="00BA2F83">
            <w:pPr>
              <w:spacing w:after="0" w:line="240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Note</w:t>
            </w:r>
          </w:p>
        </w:tc>
      </w:tr>
      <w:tr w:rsidR="00A6323D" w:rsidRPr="00DF0EE7" w:rsidTr="00A63549">
        <w:trPr>
          <w:jc w:val="center"/>
        </w:trPr>
        <w:tc>
          <w:tcPr>
            <w:tcW w:w="1271" w:type="dxa"/>
            <w:vMerge w:val="restart"/>
            <w:shd w:val="clear" w:color="auto" w:fill="auto"/>
          </w:tcPr>
          <w:p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 xml:space="preserve">Il docente ha </w:t>
            </w:r>
            <w:r w:rsidRPr="00DF0EE7">
              <w:rPr>
                <w:rFonts w:cs="Calibri"/>
                <w:b/>
                <w:bCs/>
                <w:sz w:val="20"/>
                <w:szCs w:val="20"/>
              </w:rPr>
              <w:t>progettato</w:t>
            </w:r>
            <w:r w:rsidRPr="00DF0EE7">
              <w:rPr>
                <w:rFonts w:cs="Calibri"/>
                <w:sz w:val="20"/>
                <w:szCs w:val="20"/>
              </w:rPr>
              <w:t xml:space="preserve"> l’attività didattica</w:t>
            </w:r>
          </w:p>
        </w:tc>
        <w:tc>
          <w:tcPr>
            <w:tcW w:w="3133" w:type="dxa"/>
          </w:tcPr>
          <w:p w:rsidR="00A6323D" w:rsidRPr="00DF0EE7" w:rsidRDefault="00A6323D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correlandola alle linee guida/indicazioni nazionali e all’eventuale curricolo di istituto, con riferimento ai campi di esperienza, agli obiettivi di apprendimento, ai traguardi di competenza ovvero ai risultati di apprendimento previsti dagli ordinamenti didattici vigenti  </w:t>
            </w:r>
          </w:p>
        </w:tc>
        <w:tc>
          <w:tcPr>
            <w:tcW w:w="3133" w:type="dxa"/>
            <w:shd w:val="clear" w:color="auto" w:fill="auto"/>
          </w:tcPr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:rsidTr="00A63549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6323D" w:rsidRPr="00DF0EE7" w:rsidRDefault="00A6323D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evidenziando gli obiettivi di apprendimento propri del percorso di educazione civica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:rsidTr="00A63549">
        <w:trPr>
          <w:jc w:val="center"/>
        </w:trPr>
        <w:tc>
          <w:tcPr>
            <w:tcW w:w="127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6323D" w:rsidRPr="00DF0EE7" w:rsidRDefault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6323D" w:rsidRPr="00DF0EE7" w:rsidRDefault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coprogettandola con l’insegnante di sostegno e le eventuali altre figure di riferimento, visto il PEI, al fine di favorire l’inclusione degli alunni con disabilità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A6323D" w:rsidRPr="00DF0EE7" w:rsidRDefault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C21444" w:rsidRPr="00DF0EE7" w:rsidTr="00A63549">
        <w:trPr>
          <w:jc w:val="center"/>
        </w:trPr>
        <w:tc>
          <w:tcPr>
            <w:tcW w:w="1271" w:type="dxa"/>
            <w:tcBorders>
              <w:top w:val="nil"/>
            </w:tcBorders>
            <w:shd w:val="clear" w:color="auto" w:fill="auto"/>
            <w:vAlign w:val="center"/>
          </w:tcPr>
          <w:p w:rsidR="00C21444" w:rsidRPr="00DF0EE7" w:rsidRDefault="00C2144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C21444" w:rsidRPr="00DF0EE7" w:rsidRDefault="00C21444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tenendo conto dei PDP degli alunni con DSA e degli eventuali PDP e comunque delle caratteristiche degli alunni con altre tipologie di BES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65F53" w:rsidRPr="00DF0EE7" w:rsidRDefault="00A65F53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65F53" w:rsidRPr="00DF0EE7" w:rsidRDefault="00A65F53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5F53" w:rsidRPr="00DF0EE7" w:rsidRDefault="00A65F53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C21444" w:rsidRPr="00DF0EE7" w:rsidRDefault="00A65F53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C21444" w:rsidRPr="00DF0EE7" w:rsidRDefault="00C2144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:rsidTr="00A63549">
        <w:trPr>
          <w:jc w:val="center"/>
        </w:trPr>
        <w:tc>
          <w:tcPr>
            <w:tcW w:w="1271" w:type="dxa"/>
            <w:vMerge w:val="restart"/>
            <w:shd w:val="clear" w:color="auto" w:fill="auto"/>
            <w:vAlign w:val="center"/>
          </w:tcPr>
          <w:p w:rsidR="00A6323D" w:rsidRPr="00DF0EE7" w:rsidRDefault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6323D" w:rsidRPr="00DF0EE7" w:rsidRDefault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valorizzando, in modalità inclusiva e sviluppando processi di personalizzazione, l’eventuale presenza di alunni plusdotati o che abbiano già raggiunto in modo ottimale gli obiettivi di apprendimento previsti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A6323D" w:rsidRPr="00DF0EE7" w:rsidRDefault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:rsidTr="00A63549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:rsidR="00A6323D" w:rsidRPr="00DF0EE7" w:rsidRDefault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6323D" w:rsidRPr="00DF0EE7" w:rsidRDefault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prevedendo gli appropriati strumenti compensativi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A6323D" w:rsidRPr="00DF0EE7" w:rsidRDefault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:rsidTr="00A63549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6323D" w:rsidRPr="00DF0EE7" w:rsidRDefault="00A6323D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prevedendo una tempistica congrua rispetto agli obiettivi di apprendimento da raggiungere e alla programmazione complessiva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:rsidTr="00A63549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6323D" w:rsidRPr="00DF0EE7" w:rsidRDefault="00A6323D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tenendo conto degli obiettivi di apprendimento raggiunti dal gruppo classe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:rsidTr="00A63549">
        <w:trPr>
          <w:jc w:val="center"/>
        </w:trPr>
        <w:tc>
          <w:tcPr>
            <w:tcW w:w="127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6323D" w:rsidRPr="00DF0EE7" w:rsidRDefault="00A6323D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interagendo con i colleghi del team/consiglio di classe, al fine di considerare le interrelazioni tra le discipline/campi di esperienza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835E42" w:rsidRPr="00DF0EE7" w:rsidTr="00A63549">
        <w:trPr>
          <w:jc w:val="center"/>
        </w:trPr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35E42" w:rsidRPr="00DF0EE7" w:rsidRDefault="00835E42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835E42" w:rsidRPr="00DF0EE7" w:rsidRDefault="00391866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scegliendo nuclei disciplinari significativi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65F53" w:rsidRPr="00DF0EE7" w:rsidRDefault="00A65F53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65F53" w:rsidRPr="00DF0EE7" w:rsidRDefault="00A65F53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5F53" w:rsidRPr="00DF0EE7" w:rsidRDefault="00A65F53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835E42" w:rsidRPr="00DF0EE7" w:rsidRDefault="00A65F53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835E42" w:rsidRPr="00DF0EE7" w:rsidRDefault="00835E42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:rsidTr="00A63549">
        <w:trPr>
          <w:jc w:val="center"/>
        </w:trPr>
        <w:tc>
          <w:tcPr>
            <w:tcW w:w="1271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A6323D" w:rsidRPr="00DF0EE7" w:rsidRDefault="00A6323D" w:rsidP="00A6323D">
            <w:pPr>
              <w:pStyle w:val="Titolo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6323D" w:rsidRPr="00DF0EE7" w:rsidRDefault="00A6323D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nel caso della secondaria di secondo grado, correlando gli argomenti specifici al PECUP proprio dei distinti indirizzi di studio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:rsidTr="00A63549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6323D" w:rsidRPr="00DF0EE7" w:rsidRDefault="00A6323D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prevedendo appropriati strumenti di </w:t>
            </w:r>
            <w:r w:rsidR="00983353">
              <w:rPr>
                <w:rFonts w:eastAsia="Arial" w:cs="Calibri"/>
                <w:sz w:val="20"/>
                <w:szCs w:val="20"/>
              </w:rPr>
              <w:t>osservazione/</w:t>
            </w:r>
            <w:r w:rsidRPr="00DF0EE7">
              <w:rPr>
                <w:rFonts w:eastAsia="Arial" w:cs="Calibri"/>
                <w:sz w:val="20"/>
                <w:szCs w:val="20"/>
              </w:rPr>
              <w:t>verifica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:rsidTr="00A63549">
        <w:trPr>
          <w:jc w:val="center"/>
        </w:trPr>
        <w:tc>
          <w:tcPr>
            <w:tcW w:w="1271" w:type="dxa"/>
            <w:vMerge w:val="restart"/>
            <w:shd w:val="clear" w:color="auto" w:fill="auto"/>
          </w:tcPr>
          <w:p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Il docente ha svolto l’attività didattica</w:t>
            </w:r>
          </w:p>
        </w:tc>
        <w:tc>
          <w:tcPr>
            <w:tcW w:w="3133" w:type="dxa"/>
          </w:tcPr>
          <w:p w:rsidR="00A6323D" w:rsidRPr="00DF0EE7" w:rsidRDefault="00A6323D" w:rsidP="00911E19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chiarendo prioritariamente al gruppo classe le modalità e gli obiettivi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:rsidTr="00A63549">
        <w:trPr>
          <w:jc w:val="center"/>
        </w:trPr>
        <w:tc>
          <w:tcPr>
            <w:tcW w:w="1271" w:type="dxa"/>
            <w:vMerge/>
            <w:shd w:val="clear" w:color="auto" w:fill="auto"/>
          </w:tcPr>
          <w:p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6323D" w:rsidRPr="00DF0EE7" w:rsidRDefault="00A6323D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dando istruzioni sulle strategie e i metodi da seguire e verificando che gli alunni abbiano compreso le consegne e le spiegazioni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:rsidTr="00A63549">
        <w:trPr>
          <w:jc w:val="center"/>
        </w:trPr>
        <w:tc>
          <w:tcPr>
            <w:tcW w:w="127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6323D" w:rsidRPr="00DF0EE7" w:rsidRDefault="00A6323D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alternando diverse attività e metodologie di insegnamento</w:t>
            </w:r>
          </w:p>
        </w:tc>
        <w:tc>
          <w:tcPr>
            <w:tcW w:w="3133" w:type="dxa"/>
            <w:shd w:val="clear" w:color="auto" w:fill="auto"/>
          </w:tcPr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A6323D" w:rsidRPr="00DF0EE7" w:rsidRDefault="00A6323D" w:rsidP="00AA08B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Specificare con un X:</w:t>
            </w:r>
          </w:p>
          <w:p w:rsidR="00A6323D" w:rsidRPr="00DF0EE7" w:rsidRDefault="00A6323D" w:rsidP="00AA08B9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….. Spiegazione frontale</w:t>
            </w:r>
          </w:p>
          <w:p w:rsidR="00A6323D" w:rsidRPr="00DF0EE7" w:rsidRDefault="00A6323D" w:rsidP="00AA08B9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 xml:space="preserve">….. </w:t>
            </w:r>
            <w:r w:rsidRPr="00DF0EE7">
              <w:rPr>
                <w:rFonts w:cs="Calibri"/>
                <w:i/>
                <w:sz w:val="20"/>
                <w:szCs w:val="20"/>
              </w:rPr>
              <w:t>Brain storming</w:t>
            </w:r>
          </w:p>
          <w:p w:rsidR="00A6323D" w:rsidRPr="00DF0EE7" w:rsidRDefault="00A6323D" w:rsidP="00AA08B9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 xml:space="preserve">….. </w:t>
            </w:r>
            <w:r w:rsidRPr="00DF0EE7">
              <w:rPr>
                <w:rFonts w:cs="Calibri"/>
                <w:i/>
                <w:sz w:val="20"/>
                <w:szCs w:val="20"/>
              </w:rPr>
              <w:t>Problem solving</w:t>
            </w:r>
            <w:r w:rsidRPr="00DF0EE7">
              <w:rPr>
                <w:rFonts w:cs="Calibri"/>
                <w:sz w:val="20"/>
                <w:szCs w:val="20"/>
              </w:rPr>
              <w:t>/Stimolo alla riflessione attraverso domande mirate</w:t>
            </w:r>
          </w:p>
          <w:p w:rsidR="00A6323D" w:rsidRPr="00DF0EE7" w:rsidRDefault="00A6323D" w:rsidP="00AA08B9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….. Momenti di verifica formativa</w:t>
            </w:r>
          </w:p>
          <w:p w:rsidR="00A6323D" w:rsidRPr="00DF0EE7" w:rsidRDefault="00A6323D" w:rsidP="00AA08B9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….. Attività di manipolazione</w:t>
            </w:r>
          </w:p>
          <w:p w:rsidR="00A6323D" w:rsidRPr="001E083B" w:rsidRDefault="00A6323D" w:rsidP="00AA08B9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  <w:lang w:val="en-US"/>
              </w:rPr>
            </w:pPr>
            <w:r w:rsidRPr="001E083B">
              <w:rPr>
                <w:rFonts w:cs="Calibri"/>
                <w:sz w:val="20"/>
                <w:szCs w:val="20"/>
                <w:lang w:val="en-US"/>
              </w:rPr>
              <w:t xml:space="preserve">….. </w:t>
            </w:r>
            <w:r w:rsidRPr="001E083B">
              <w:rPr>
                <w:rFonts w:cs="Calibri"/>
                <w:i/>
                <w:sz w:val="20"/>
                <w:szCs w:val="20"/>
                <w:lang w:val="en-US"/>
              </w:rPr>
              <w:t>Flipped classroom</w:t>
            </w:r>
          </w:p>
          <w:p w:rsidR="00A6323D" w:rsidRPr="001E083B" w:rsidRDefault="00A6323D" w:rsidP="00AA08B9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  <w:lang w:val="en-US"/>
              </w:rPr>
            </w:pPr>
            <w:r w:rsidRPr="001E083B">
              <w:rPr>
                <w:rFonts w:cs="Calibri"/>
                <w:sz w:val="20"/>
                <w:szCs w:val="20"/>
                <w:lang w:val="en-US"/>
              </w:rPr>
              <w:t xml:space="preserve">….. </w:t>
            </w:r>
            <w:r w:rsidRPr="001E083B">
              <w:rPr>
                <w:rFonts w:cs="Calibri"/>
                <w:i/>
                <w:sz w:val="20"/>
                <w:szCs w:val="20"/>
                <w:lang w:val="en-US"/>
              </w:rPr>
              <w:t xml:space="preserve">Role-Playing </w:t>
            </w:r>
          </w:p>
          <w:p w:rsidR="00A6323D" w:rsidRPr="001E083B" w:rsidRDefault="00A6323D" w:rsidP="00AA08B9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  <w:lang w:val="en-US"/>
              </w:rPr>
            </w:pPr>
            <w:r w:rsidRPr="001E083B">
              <w:rPr>
                <w:rFonts w:cs="Calibri"/>
                <w:sz w:val="20"/>
                <w:szCs w:val="20"/>
                <w:lang w:val="en-US"/>
              </w:rPr>
              <w:t xml:space="preserve">….. </w:t>
            </w:r>
            <w:r w:rsidRPr="001E083B">
              <w:rPr>
                <w:rFonts w:cs="Calibri"/>
                <w:i/>
                <w:sz w:val="20"/>
                <w:szCs w:val="20"/>
                <w:lang w:val="en-US"/>
              </w:rPr>
              <w:t>Circle time</w:t>
            </w:r>
          </w:p>
          <w:p w:rsidR="00A6323D" w:rsidRPr="00DF0EE7" w:rsidRDefault="00A6323D" w:rsidP="00AA08B9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 xml:space="preserve">….. </w:t>
            </w:r>
            <w:r w:rsidRPr="00DF0EE7">
              <w:rPr>
                <w:rFonts w:cs="Calibri"/>
                <w:i/>
                <w:sz w:val="20"/>
                <w:szCs w:val="20"/>
              </w:rPr>
              <w:t>Cooperative learning</w:t>
            </w:r>
          </w:p>
          <w:p w:rsidR="00A6323D" w:rsidRPr="00DF0EE7" w:rsidRDefault="00A6323D" w:rsidP="00AA08B9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….. Lavoro di gruppo</w:t>
            </w:r>
          </w:p>
          <w:p w:rsidR="00A6323D" w:rsidRPr="00DF0EE7" w:rsidRDefault="00A6323D" w:rsidP="00AA08B9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 xml:space="preserve">….. </w:t>
            </w:r>
            <w:r w:rsidRPr="00DF0EE7">
              <w:rPr>
                <w:rFonts w:cs="Calibri"/>
                <w:i/>
                <w:sz w:val="20"/>
                <w:szCs w:val="20"/>
              </w:rPr>
              <w:t>Peer tutoring</w:t>
            </w:r>
          </w:p>
          <w:p w:rsidR="00A6323D" w:rsidRPr="00DF0EE7" w:rsidRDefault="00A6323D" w:rsidP="00AA08B9">
            <w:pPr>
              <w:spacing w:after="0" w:line="240" w:lineRule="auto"/>
              <w:ind w:left="199"/>
              <w:rPr>
                <w:rFonts w:cs="Calibri"/>
                <w:i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….. (</w:t>
            </w:r>
            <w:r w:rsidRPr="00DF0EE7">
              <w:rPr>
                <w:rFonts w:cs="Calibri"/>
                <w:i/>
                <w:sz w:val="20"/>
                <w:szCs w:val="20"/>
              </w:rPr>
              <w:t>Altro, da specificare)</w:t>
            </w:r>
          </w:p>
          <w:p w:rsidR="00A6323D" w:rsidRPr="00DF0EE7" w:rsidRDefault="00A6323D" w:rsidP="00AA08B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_______________________</w:t>
            </w:r>
          </w:p>
          <w:p w:rsidR="00A6323D" w:rsidRPr="00DF0EE7" w:rsidRDefault="00A6323D" w:rsidP="00AA08B9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:rsidTr="00A63549">
        <w:trPr>
          <w:jc w:val="center"/>
        </w:trPr>
        <w:tc>
          <w:tcPr>
            <w:tcW w:w="1271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6323D" w:rsidRPr="00DF0EE7" w:rsidRDefault="00A6323D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integrando le tecnologie dell’informazione e della comunicazione all’interno dell’attività</w:t>
            </w:r>
          </w:p>
        </w:tc>
        <w:tc>
          <w:tcPr>
            <w:tcW w:w="3133" w:type="dxa"/>
            <w:shd w:val="clear" w:color="auto" w:fill="auto"/>
          </w:tcPr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□ Non pertinente all’attività </w:t>
            </w:r>
            <w:r w:rsidRPr="00DF0EE7">
              <w:rPr>
                <w:rFonts w:eastAsia="Arial" w:cs="Calibri"/>
                <w:sz w:val="20"/>
                <w:szCs w:val="20"/>
              </w:rPr>
              <w:lastRenderedPageBreak/>
              <w:t>osservata</w:t>
            </w:r>
          </w:p>
        </w:tc>
        <w:tc>
          <w:tcPr>
            <w:tcW w:w="1681" w:type="dxa"/>
            <w:shd w:val="clear" w:color="auto" w:fill="auto"/>
          </w:tcPr>
          <w:p w:rsidR="00A6323D" w:rsidRPr="00DF0EE7" w:rsidRDefault="00A6323D" w:rsidP="00AA08B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lastRenderedPageBreak/>
              <w:t>Specificare con una X:</w:t>
            </w:r>
          </w:p>
          <w:p w:rsidR="00A6323D" w:rsidRPr="00DF0EE7" w:rsidRDefault="00A6323D" w:rsidP="00AA08B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 xml:space="preserve">….. LIM, </w:t>
            </w:r>
            <w:r w:rsidRPr="00DF0EE7">
              <w:rPr>
                <w:rFonts w:cs="Calibri"/>
                <w:sz w:val="20"/>
                <w:szCs w:val="20"/>
              </w:rPr>
              <w:lastRenderedPageBreak/>
              <w:t xml:space="preserve">prevalentemente per proiezione </w:t>
            </w:r>
          </w:p>
          <w:p w:rsidR="00A6323D" w:rsidRPr="00DF0EE7" w:rsidRDefault="00A6323D" w:rsidP="00AA08B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….. LIM, in modo interattivo</w:t>
            </w:r>
          </w:p>
          <w:p w:rsidR="00A6323D" w:rsidRPr="00DF0EE7" w:rsidRDefault="00A6323D" w:rsidP="00AA08B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….. Tablet</w:t>
            </w:r>
          </w:p>
          <w:p w:rsidR="00A6323D" w:rsidRPr="00DF0EE7" w:rsidRDefault="00A6323D" w:rsidP="00AA08B9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DF0EE7">
              <w:rPr>
                <w:rFonts w:cs="Calibri"/>
                <w:sz w:val="20"/>
                <w:szCs w:val="20"/>
              </w:rPr>
              <w:t xml:space="preserve">….. </w:t>
            </w:r>
            <w:r w:rsidRPr="00DF0EE7">
              <w:rPr>
                <w:rFonts w:cs="Calibri"/>
                <w:i/>
                <w:sz w:val="20"/>
                <w:szCs w:val="20"/>
                <w:lang w:val="en-US"/>
              </w:rPr>
              <w:t>Computer based</w:t>
            </w:r>
          </w:p>
          <w:p w:rsidR="00A6323D" w:rsidRPr="00DF0EE7" w:rsidRDefault="00A6323D" w:rsidP="00AA08B9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DF0EE7">
              <w:rPr>
                <w:rFonts w:cs="Calibri"/>
                <w:sz w:val="20"/>
                <w:szCs w:val="20"/>
                <w:lang w:val="en-US"/>
              </w:rPr>
              <w:t>….. BYOD (</w:t>
            </w:r>
            <w:r w:rsidRPr="00DF0EE7">
              <w:rPr>
                <w:rFonts w:cs="Calibri"/>
                <w:i/>
                <w:sz w:val="20"/>
                <w:szCs w:val="20"/>
                <w:lang w:val="en-US"/>
              </w:rPr>
              <w:t>Bring your own device</w:t>
            </w:r>
            <w:r w:rsidRPr="00DF0EE7">
              <w:rPr>
                <w:rFonts w:cs="Calibri"/>
                <w:sz w:val="20"/>
                <w:szCs w:val="20"/>
                <w:lang w:val="en-US"/>
              </w:rPr>
              <w:t>)</w:t>
            </w:r>
          </w:p>
          <w:p w:rsidR="00A6323D" w:rsidRPr="00DF0EE7" w:rsidRDefault="00A6323D" w:rsidP="00AA08B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….. Navigazione in internet</w:t>
            </w:r>
          </w:p>
          <w:p w:rsidR="00A6323D" w:rsidRPr="00DF0EE7" w:rsidRDefault="00A6323D" w:rsidP="00AA08B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….. Libro digitale/espansioni online</w:t>
            </w:r>
          </w:p>
          <w:p w:rsidR="00A6323D" w:rsidRPr="00DF0EE7" w:rsidRDefault="00A6323D" w:rsidP="00AA08B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….. (Altro, da specificare) _______________________</w:t>
            </w:r>
          </w:p>
          <w:p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:rsidTr="00A63549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6323D" w:rsidRPr="00DF0EE7" w:rsidRDefault="00A6323D" w:rsidP="00911E19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con attenzione all’individualizzazione dei percorsi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A6323D" w:rsidRPr="00DF0EE7" w:rsidRDefault="00A6323D" w:rsidP="00911E19">
            <w:pPr>
              <w:spacing w:after="0" w:line="240" w:lineRule="auto"/>
              <w:ind w:left="199"/>
              <w:rPr>
                <w:rFonts w:cs="Calibri"/>
                <w:i/>
                <w:sz w:val="20"/>
                <w:szCs w:val="20"/>
              </w:rPr>
            </w:pPr>
          </w:p>
        </w:tc>
      </w:tr>
      <w:tr w:rsidR="00A6323D" w:rsidRPr="00DF0EE7" w:rsidTr="00A63549">
        <w:trPr>
          <w:jc w:val="center"/>
        </w:trPr>
        <w:tc>
          <w:tcPr>
            <w:tcW w:w="127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6323D" w:rsidRPr="00DF0EE7" w:rsidRDefault="00A6323D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 xml:space="preserve">con attenzione alla personalizzazione dei percorsi 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 □ Presente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A6323D" w:rsidRPr="00DF0EE7" w:rsidRDefault="00A6323D" w:rsidP="00AA08B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:rsidTr="00A63549">
        <w:trPr>
          <w:jc w:val="center"/>
        </w:trPr>
        <w:tc>
          <w:tcPr>
            <w:tcW w:w="1271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6323D" w:rsidRPr="00DF0EE7" w:rsidRDefault="00A6323D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 xml:space="preserve">fornendo agli alunni </w:t>
            </w:r>
            <w:r w:rsidRPr="00DF0EE7">
              <w:rPr>
                <w:rFonts w:cs="Calibri"/>
                <w:i/>
                <w:sz w:val="20"/>
                <w:szCs w:val="20"/>
              </w:rPr>
              <w:t>feedback</w:t>
            </w:r>
            <w:r w:rsidRPr="00DF0EE7">
              <w:rPr>
                <w:rFonts w:cs="Calibri"/>
                <w:sz w:val="20"/>
                <w:szCs w:val="20"/>
              </w:rPr>
              <w:t xml:space="preserve"> sullo svolgimento delle attività 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:rsidTr="00A63549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A6323D" w:rsidRPr="00DF0EE7" w:rsidRDefault="00A6323D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assegna</w:t>
            </w:r>
            <w:r w:rsidR="00983353">
              <w:rPr>
                <w:rFonts w:eastAsia="Arial" w:cs="Calibri"/>
                <w:sz w:val="20"/>
                <w:szCs w:val="20"/>
              </w:rPr>
              <w:t>ndo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 compiti coerenti rispetto alle attività svolte con attenzione all’individualizzazione e a eventuali percorsi personalizzati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7B4689" w:rsidRPr="00DF0EE7" w:rsidRDefault="007B4689">
      <w:pPr>
        <w:rPr>
          <w:rFonts w:cs="Calibri"/>
          <w:sz w:val="20"/>
          <w:szCs w:val="20"/>
        </w:rPr>
      </w:pPr>
    </w:p>
    <w:p w:rsidR="00AA08B9" w:rsidRPr="00DF0EE7" w:rsidRDefault="003708AE" w:rsidP="00AA08B9">
      <w:pPr>
        <w:spacing w:after="0" w:line="240" w:lineRule="auto"/>
        <w:jc w:val="both"/>
        <w:rPr>
          <w:rFonts w:cs="Calibri"/>
          <w:sz w:val="20"/>
          <w:szCs w:val="20"/>
        </w:rPr>
      </w:pPr>
      <w:r w:rsidRPr="00DF0EE7">
        <w:rPr>
          <w:rFonts w:cs="Calibri"/>
          <w:sz w:val="20"/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54"/>
        <w:gridCol w:w="3133"/>
        <w:gridCol w:w="3133"/>
        <w:gridCol w:w="1681"/>
      </w:tblGrid>
      <w:tr w:rsidR="00AA08B9" w:rsidRPr="00DF0EE7" w:rsidTr="00A63549">
        <w:trPr>
          <w:jc w:val="center"/>
        </w:trPr>
        <w:tc>
          <w:tcPr>
            <w:tcW w:w="10201" w:type="dxa"/>
            <w:gridSpan w:val="4"/>
            <w:shd w:val="clear" w:color="auto" w:fill="D9D9D9"/>
          </w:tcPr>
          <w:p w:rsidR="00AA08B9" w:rsidRPr="00DF0EE7" w:rsidRDefault="00C21444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lastRenderedPageBreak/>
              <w:t>Processi di valutazione</w:t>
            </w:r>
          </w:p>
        </w:tc>
      </w:tr>
      <w:tr w:rsidR="00AA08B9" w:rsidRPr="00DF0EE7" w:rsidTr="00A63549">
        <w:trPr>
          <w:jc w:val="center"/>
        </w:trPr>
        <w:tc>
          <w:tcPr>
            <w:tcW w:w="2254" w:type="dxa"/>
            <w:shd w:val="clear" w:color="auto" w:fill="D9D9D9"/>
            <w:vAlign w:val="center"/>
          </w:tcPr>
          <w:p w:rsidR="00AA08B9" w:rsidRPr="00DF0EE7" w:rsidRDefault="00AA08B9">
            <w:pPr>
              <w:spacing w:after="0" w:line="240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Indicatore</w:t>
            </w:r>
          </w:p>
        </w:tc>
        <w:tc>
          <w:tcPr>
            <w:tcW w:w="3133" w:type="dxa"/>
            <w:shd w:val="clear" w:color="auto" w:fill="D9D9D9"/>
          </w:tcPr>
          <w:p w:rsidR="00AA08B9" w:rsidRPr="00DF0EE7" w:rsidRDefault="00AA08B9">
            <w:pPr>
              <w:spacing w:after="0" w:line="192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Descrittore</w:t>
            </w:r>
          </w:p>
        </w:tc>
        <w:tc>
          <w:tcPr>
            <w:tcW w:w="3133" w:type="dxa"/>
            <w:shd w:val="clear" w:color="auto" w:fill="D9D9D9"/>
            <w:vAlign w:val="center"/>
          </w:tcPr>
          <w:p w:rsidR="00AA08B9" w:rsidRPr="00DF0EE7" w:rsidRDefault="00AA08B9">
            <w:pPr>
              <w:spacing w:after="0" w:line="192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Frequenza</w:t>
            </w:r>
          </w:p>
        </w:tc>
        <w:tc>
          <w:tcPr>
            <w:tcW w:w="1681" w:type="dxa"/>
            <w:shd w:val="clear" w:color="auto" w:fill="D9D9D9"/>
            <w:vAlign w:val="center"/>
          </w:tcPr>
          <w:p w:rsidR="00AA08B9" w:rsidRPr="00DF0EE7" w:rsidRDefault="00AA08B9">
            <w:pPr>
              <w:spacing w:after="0" w:line="240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Note</w:t>
            </w:r>
          </w:p>
        </w:tc>
      </w:tr>
      <w:tr w:rsidR="003708AE" w:rsidRPr="00DF0EE7" w:rsidTr="00A63549">
        <w:trPr>
          <w:jc w:val="center"/>
        </w:trPr>
        <w:tc>
          <w:tcPr>
            <w:tcW w:w="2254" w:type="dxa"/>
            <w:vMerge w:val="restart"/>
            <w:shd w:val="clear" w:color="auto" w:fill="auto"/>
          </w:tcPr>
          <w:p w:rsidR="003708AE" w:rsidRPr="00DF0EE7" w:rsidRDefault="003708AE" w:rsidP="00A6323D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Il docente valuta i risultati di apprendimento</w:t>
            </w:r>
          </w:p>
        </w:tc>
        <w:tc>
          <w:tcPr>
            <w:tcW w:w="3133" w:type="dxa"/>
          </w:tcPr>
          <w:p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rispettando ed eventualmente integrando le tipologie di prove e i criteri previsti dal collegio docenti 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708AE" w:rsidRPr="00DF0EE7" w:rsidTr="00A63549">
        <w:trPr>
          <w:jc w:val="center"/>
        </w:trPr>
        <w:tc>
          <w:tcPr>
            <w:tcW w:w="2254" w:type="dxa"/>
            <w:vMerge/>
            <w:shd w:val="clear" w:color="auto" w:fill="auto"/>
          </w:tcPr>
          <w:p w:rsidR="003708AE" w:rsidRPr="00DF0EE7" w:rsidRDefault="003708AE" w:rsidP="00A6323D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correlando le tipologie di verifica formalizzate alle attività progettate e realizzate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708AE" w:rsidRPr="00DF0EE7" w:rsidTr="00A63549">
        <w:trPr>
          <w:jc w:val="center"/>
        </w:trPr>
        <w:tc>
          <w:tcPr>
            <w:tcW w:w="225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coprogettando le prove con l’insegnante di sostegno e le eventuali altre figure di riferimento in stretto raccordo con gli obiettivi previsti dai PEI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3708AE" w:rsidRPr="00DF0EE7" w:rsidRDefault="003708AE" w:rsidP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3708AE" w:rsidRPr="00DF0EE7" w:rsidRDefault="003708AE" w:rsidP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3708AE" w:rsidRPr="00DF0EE7" w:rsidRDefault="003708AE" w:rsidP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3708AE" w:rsidRPr="00DF0EE7" w:rsidRDefault="003708AE" w:rsidP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708AE" w:rsidRPr="00DF0EE7" w:rsidTr="00A63549">
        <w:trPr>
          <w:jc w:val="center"/>
        </w:trPr>
        <w:tc>
          <w:tcPr>
            <w:tcW w:w="2254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tenendo conto dei PDP degli alunni con DSA e degli eventuali PDP e comunque delle caratteristiche degli alunni con altre tipologie di BES, al fine dell’adozione degli appropriati strumenti compensativi e misure dispensative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3708AE" w:rsidRPr="00DF0EE7" w:rsidRDefault="003708AE" w:rsidP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3708AE" w:rsidRPr="00DF0EE7" w:rsidRDefault="003708AE" w:rsidP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3708AE" w:rsidRPr="00DF0EE7" w:rsidRDefault="003708AE" w:rsidP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3708AE" w:rsidRPr="00DF0EE7" w:rsidRDefault="003708AE" w:rsidP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708AE" w:rsidRPr="00DF0EE7" w:rsidTr="00A63549">
        <w:trPr>
          <w:jc w:val="center"/>
        </w:trPr>
        <w:tc>
          <w:tcPr>
            <w:tcW w:w="2254" w:type="dxa"/>
            <w:vMerge/>
            <w:shd w:val="clear" w:color="auto" w:fill="auto"/>
            <w:vAlign w:val="center"/>
          </w:tcPr>
          <w:p w:rsidR="003708AE" w:rsidRPr="00DF0EE7" w:rsidRDefault="003708AE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chiarendo alla classe le consegne e i criteri di valutazione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708AE" w:rsidRPr="00DF0EE7" w:rsidTr="00A63549">
        <w:trPr>
          <w:jc w:val="center"/>
        </w:trPr>
        <w:tc>
          <w:tcPr>
            <w:tcW w:w="2254" w:type="dxa"/>
            <w:vMerge/>
            <w:shd w:val="clear" w:color="auto" w:fill="auto"/>
            <w:vAlign w:val="center"/>
          </w:tcPr>
          <w:p w:rsidR="003708AE" w:rsidRPr="00DF0EE7" w:rsidRDefault="003708AE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per le prove scritte, scritto/grafiche, pratiche predisponendo e allegando alle prove specifiche griglie di valutazione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708AE" w:rsidRPr="00DF0EE7" w:rsidTr="00A63549">
        <w:trPr>
          <w:jc w:val="center"/>
        </w:trPr>
        <w:tc>
          <w:tcPr>
            <w:tcW w:w="2254" w:type="dxa"/>
            <w:vMerge/>
            <w:shd w:val="clear" w:color="auto" w:fill="auto"/>
            <w:vAlign w:val="center"/>
          </w:tcPr>
          <w:p w:rsidR="003708AE" w:rsidRPr="00DF0EE7" w:rsidRDefault="003708AE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cadenzando le verifiche in maniera congrua nel corso dei periodi didattici di riferimento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708AE" w:rsidRPr="00DF0EE7" w:rsidTr="00A63549">
        <w:trPr>
          <w:jc w:val="center"/>
        </w:trPr>
        <w:tc>
          <w:tcPr>
            <w:tcW w:w="2254" w:type="dxa"/>
            <w:vMerge/>
            <w:shd w:val="clear" w:color="auto" w:fill="auto"/>
            <w:vAlign w:val="center"/>
          </w:tcPr>
          <w:p w:rsidR="003708AE" w:rsidRPr="00DF0EE7" w:rsidRDefault="003708AE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restituendo le prove valutate e corrette tempestivamente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708AE" w:rsidRPr="00DF0EE7" w:rsidTr="00A63549">
        <w:trPr>
          <w:jc w:val="center"/>
        </w:trPr>
        <w:tc>
          <w:tcPr>
            <w:tcW w:w="2254" w:type="dxa"/>
            <w:vMerge w:val="restart"/>
            <w:shd w:val="clear" w:color="auto" w:fill="auto"/>
            <w:vAlign w:val="center"/>
          </w:tcPr>
          <w:p w:rsidR="003708AE" w:rsidRPr="00DF0EE7" w:rsidRDefault="003708AE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adottando opportune strategie di individualizzazione al fine della comprensione e superamento degli errori, secondo la metodologia dell’apprendimento per prove ed errori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708AE" w:rsidRPr="00DF0EE7" w:rsidTr="00A63549">
        <w:trPr>
          <w:jc w:val="center"/>
        </w:trPr>
        <w:tc>
          <w:tcPr>
            <w:tcW w:w="2254" w:type="dxa"/>
            <w:vMerge/>
            <w:shd w:val="clear" w:color="auto" w:fill="auto"/>
            <w:vAlign w:val="center"/>
          </w:tcPr>
          <w:p w:rsidR="003708AE" w:rsidRPr="00DF0EE7" w:rsidRDefault="003708AE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evidenziando il raggiungimento degli eventuali obiettivi di apprendimento propri del percorso di educazione civica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3708AE" w:rsidRPr="00DF0EE7" w:rsidRDefault="003708AE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3708AE" w:rsidRPr="00DF0EE7" w:rsidRDefault="003708AE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3708AE" w:rsidRPr="00DF0EE7" w:rsidRDefault="003708AE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3708AE" w:rsidRPr="00DF0EE7" w:rsidRDefault="003708AE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0A08A7" w:rsidRPr="00DF0EE7" w:rsidTr="00A63549">
        <w:trPr>
          <w:jc w:val="center"/>
        </w:trPr>
        <w:tc>
          <w:tcPr>
            <w:tcW w:w="2254" w:type="dxa"/>
            <w:tcBorders>
              <w:bottom w:val="nil"/>
            </w:tcBorders>
            <w:shd w:val="clear" w:color="auto" w:fill="auto"/>
          </w:tcPr>
          <w:p w:rsidR="000A08A7" w:rsidRPr="00DF0EE7" w:rsidRDefault="000A08A7" w:rsidP="00A6323D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Il docente valuta le competenze trasversali</w:t>
            </w:r>
          </w:p>
        </w:tc>
        <w:tc>
          <w:tcPr>
            <w:tcW w:w="3133" w:type="dxa"/>
          </w:tcPr>
          <w:p w:rsidR="000A08A7" w:rsidRPr="00DF0EE7" w:rsidRDefault="000A08A7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adottando specific</w:t>
            </w:r>
            <w:r w:rsidR="00983353">
              <w:rPr>
                <w:rFonts w:eastAsia="Arial" w:cs="Calibri"/>
                <w:sz w:val="20"/>
                <w:szCs w:val="20"/>
              </w:rPr>
              <w:t>i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 </w:t>
            </w:r>
            <w:r w:rsidR="00983353">
              <w:rPr>
                <w:rFonts w:eastAsia="Arial" w:cs="Calibri"/>
                <w:sz w:val="20"/>
                <w:szCs w:val="20"/>
              </w:rPr>
              <w:t>strumenti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 di valutazione 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A65F53" w:rsidRPr="00DF0EE7" w:rsidRDefault="00A65F53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A65F53" w:rsidRPr="00DF0EE7" w:rsidRDefault="00A65F53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A65F53" w:rsidRPr="00DF0EE7" w:rsidRDefault="00A65F53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0A08A7" w:rsidRPr="00DF0EE7" w:rsidRDefault="00A65F53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0A08A7" w:rsidRPr="00DF0EE7" w:rsidRDefault="000A08A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708AE" w:rsidRPr="00DF0EE7" w:rsidTr="00A63549">
        <w:trPr>
          <w:jc w:val="center"/>
        </w:trPr>
        <w:tc>
          <w:tcPr>
            <w:tcW w:w="2254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3708AE" w:rsidRPr="00DF0EE7" w:rsidRDefault="003708AE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nel confronto collegiale coi colleghi 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3708AE" w:rsidRPr="00DF0EE7" w:rsidRDefault="003708AE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3708AE" w:rsidRPr="00DF0EE7" w:rsidRDefault="003708AE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3708AE" w:rsidRPr="00DF0EE7" w:rsidRDefault="003708AE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3708AE" w:rsidRPr="00DF0EE7" w:rsidRDefault="003708AE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□ Non pertinente all’attività </w:t>
            </w:r>
            <w:r w:rsidRPr="00DF0EE7">
              <w:rPr>
                <w:rFonts w:eastAsia="Arial" w:cs="Calibri"/>
                <w:sz w:val="20"/>
                <w:szCs w:val="20"/>
              </w:rPr>
              <w:lastRenderedPageBreak/>
              <w:t>osservata</w:t>
            </w:r>
          </w:p>
        </w:tc>
        <w:tc>
          <w:tcPr>
            <w:tcW w:w="1681" w:type="dxa"/>
            <w:shd w:val="clear" w:color="auto" w:fill="auto"/>
          </w:tcPr>
          <w:p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708AE" w:rsidRPr="00DF0EE7" w:rsidTr="00A63549">
        <w:trPr>
          <w:jc w:val="center"/>
        </w:trPr>
        <w:tc>
          <w:tcPr>
            <w:tcW w:w="2254" w:type="dxa"/>
            <w:vMerge/>
            <w:shd w:val="clear" w:color="auto" w:fill="auto"/>
            <w:vAlign w:val="center"/>
          </w:tcPr>
          <w:p w:rsidR="003708AE" w:rsidRPr="00DF0EE7" w:rsidRDefault="003708AE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desumendo il grado di raggiungimento delle stesse attraverso l’osservazione sistematica e l’analisi delle verifiche svolte</w:t>
            </w:r>
          </w:p>
        </w:tc>
        <w:tc>
          <w:tcPr>
            <w:tcW w:w="3133" w:type="dxa"/>
            <w:shd w:val="clear" w:color="auto" w:fill="auto"/>
            <w:vAlign w:val="center"/>
          </w:tcPr>
          <w:p w:rsidR="003708AE" w:rsidRPr="00DF0EE7" w:rsidRDefault="003708AE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:rsidR="003708AE" w:rsidRPr="00DF0EE7" w:rsidRDefault="003708AE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:rsidR="003708AE" w:rsidRPr="00DF0EE7" w:rsidRDefault="003708AE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:rsidR="003708AE" w:rsidRPr="00DF0EE7" w:rsidRDefault="003708AE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2E01AE" w:rsidRPr="00DF0EE7" w:rsidRDefault="002E01AE" w:rsidP="00146E46">
      <w:pPr>
        <w:spacing w:after="120" w:line="240" w:lineRule="auto"/>
        <w:jc w:val="right"/>
        <w:rPr>
          <w:rFonts w:cs="Calibri"/>
          <w:sz w:val="20"/>
          <w:szCs w:val="20"/>
        </w:rPr>
      </w:pPr>
    </w:p>
    <w:p w:rsidR="001D4A59" w:rsidRDefault="001D4A59" w:rsidP="00987807">
      <w:pPr>
        <w:spacing w:after="120" w:line="240" w:lineRule="auto"/>
        <w:jc w:val="both"/>
        <w:rPr>
          <w:rFonts w:cs="Calibri"/>
        </w:rPr>
      </w:pPr>
    </w:p>
    <w:p w:rsidR="00A41521" w:rsidRDefault="00A41521" w:rsidP="00987807">
      <w:pPr>
        <w:spacing w:after="120" w:line="240" w:lineRule="auto"/>
        <w:jc w:val="both"/>
        <w:rPr>
          <w:rFonts w:cs="Calibri"/>
        </w:rPr>
      </w:pPr>
    </w:p>
    <w:p w:rsidR="00A41521" w:rsidRDefault="00A41521" w:rsidP="00987807">
      <w:pPr>
        <w:spacing w:after="120" w:line="240" w:lineRule="auto"/>
        <w:jc w:val="both"/>
        <w:rPr>
          <w:rFonts w:cs="Calibri"/>
        </w:rPr>
      </w:pPr>
    </w:p>
    <w:sectPr w:rsidR="00A41521" w:rsidSect="007E787E">
      <w:headerReference w:type="default" r:id="rId10"/>
      <w:footerReference w:type="defaul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87E" w:rsidRDefault="007E787E" w:rsidP="001D4A59">
      <w:pPr>
        <w:spacing w:after="0" w:line="240" w:lineRule="auto"/>
      </w:pPr>
      <w:r>
        <w:separator/>
      </w:r>
    </w:p>
  </w:endnote>
  <w:endnote w:type="continuationSeparator" w:id="1">
    <w:p w:rsidR="007E787E" w:rsidRDefault="007E787E" w:rsidP="001D4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608" w:rsidRDefault="008E2652">
    <w:pPr>
      <w:pStyle w:val="Pidipagina"/>
      <w:jc w:val="center"/>
    </w:pPr>
    <w:r>
      <w:fldChar w:fldCharType="begin"/>
    </w:r>
    <w:r w:rsidR="00704608">
      <w:instrText>PAGE   \* MERGEFORMAT</w:instrText>
    </w:r>
    <w:r>
      <w:fldChar w:fldCharType="separate"/>
    </w:r>
    <w:r w:rsidR="00422E44">
      <w:rPr>
        <w:noProof/>
      </w:rPr>
      <w:t>2</w:t>
    </w:r>
    <w:r>
      <w:fldChar w:fldCharType="end"/>
    </w:r>
  </w:p>
  <w:p w:rsidR="00704608" w:rsidRDefault="0070460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87E" w:rsidRDefault="007E787E" w:rsidP="001D4A59">
      <w:pPr>
        <w:spacing w:after="0" w:line="240" w:lineRule="auto"/>
      </w:pPr>
      <w:r>
        <w:separator/>
      </w:r>
    </w:p>
  </w:footnote>
  <w:footnote w:type="continuationSeparator" w:id="1">
    <w:p w:rsidR="007E787E" w:rsidRDefault="007E787E" w:rsidP="001D4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8B9" w:rsidRPr="006B066F" w:rsidRDefault="00A41521" w:rsidP="00AA08B9">
    <w:pPr>
      <w:pStyle w:val="intestaz1"/>
      <w:spacing w:after="0" w:line="216" w:lineRule="auto"/>
      <w:rPr>
        <w:rFonts w:ascii="Palace Script MT" w:hAnsi="Palace Script MT"/>
        <w:b/>
        <w:sz w:val="44"/>
        <w:szCs w:val="44"/>
      </w:rPr>
    </w:pPr>
    <w:r>
      <w:rPr>
        <w:noProof/>
        <w:sz w:val="13"/>
        <w:szCs w:val="13"/>
        <w:lang w:eastAsia="it-IT"/>
      </w:rPr>
      <w:drawing>
        <wp:inline distT="0" distB="0" distL="0" distR="0">
          <wp:extent cx="400050" cy="469900"/>
          <wp:effectExtent l="0" t="0" r="0" b="0"/>
          <wp:docPr id="1" name="Immagine 1" descr="Repubblica italiana (logo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Repubblica italiana (logo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35D01">
      <w:rPr>
        <w:sz w:val="13"/>
        <w:szCs w:val="13"/>
      </w:rPr>
      <w:br/>
    </w:r>
    <w:r w:rsidR="00935D01" w:rsidRPr="006B066F">
      <w:rPr>
        <w:rFonts w:ascii="Palace Script MT" w:hAnsi="Palace Script MT"/>
        <w:b/>
        <w:sz w:val="48"/>
        <w:szCs w:val="48"/>
      </w:rPr>
      <w:t>Ministero dell’Istruzione</w:t>
    </w:r>
  </w:p>
  <w:p w:rsidR="00935D01" w:rsidRPr="006B066F" w:rsidRDefault="00935D01" w:rsidP="00935D01">
    <w:pPr>
      <w:pStyle w:val="intestaz1"/>
      <w:spacing w:after="0"/>
      <w:rPr>
        <w:rFonts w:ascii="Palace Script MT" w:hAnsi="Palace Script MT"/>
        <w:b/>
        <w:sz w:val="44"/>
        <w:szCs w:val="44"/>
      </w:rPr>
    </w:pPr>
  </w:p>
  <w:p w:rsidR="00704608" w:rsidRDefault="00704608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01365A"/>
    <w:rsid w:val="0001365A"/>
    <w:rsid w:val="00021381"/>
    <w:rsid w:val="0002168B"/>
    <w:rsid w:val="000A08A7"/>
    <w:rsid w:val="000A15BA"/>
    <w:rsid w:val="000B22DF"/>
    <w:rsid w:val="000D27F2"/>
    <w:rsid w:val="000D7108"/>
    <w:rsid w:val="0012067C"/>
    <w:rsid w:val="00126BD7"/>
    <w:rsid w:val="0013064A"/>
    <w:rsid w:val="00141B52"/>
    <w:rsid w:val="00146E46"/>
    <w:rsid w:val="00174B28"/>
    <w:rsid w:val="001769A8"/>
    <w:rsid w:val="0019461B"/>
    <w:rsid w:val="001C1630"/>
    <w:rsid w:val="001D4A59"/>
    <w:rsid w:val="001E083B"/>
    <w:rsid w:val="001E748A"/>
    <w:rsid w:val="00214407"/>
    <w:rsid w:val="00217373"/>
    <w:rsid w:val="002975F6"/>
    <w:rsid w:val="002D2181"/>
    <w:rsid w:val="002E01AE"/>
    <w:rsid w:val="0031587F"/>
    <w:rsid w:val="003708AE"/>
    <w:rsid w:val="00391866"/>
    <w:rsid w:val="00393978"/>
    <w:rsid w:val="00397C8B"/>
    <w:rsid w:val="00403D0C"/>
    <w:rsid w:val="00422E44"/>
    <w:rsid w:val="004B1B0F"/>
    <w:rsid w:val="004F2688"/>
    <w:rsid w:val="00500953"/>
    <w:rsid w:val="00505A5E"/>
    <w:rsid w:val="00511BB3"/>
    <w:rsid w:val="005E191F"/>
    <w:rsid w:val="005E3FE3"/>
    <w:rsid w:val="006C7908"/>
    <w:rsid w:val="006E664A"/>
    <w:rsid w:val="006F5F8D"/>
    <w:rsid w:val="00704608"/>
    <w:rsid w:val="007A1988"/>
    <w:rsid w:val="007B23C0"/>
    <w:rsid w:val="007B4689"/>
    <w:rsid w:val="007B692B"/>
    <w:rsid w:val="007D7839"/>
    <w:rsid w:val="007E40C5"/>
    <w:rsid w:val="007E787E"/>
    <w:rsid w:val="008077F5"/>
    <w:rsid w:val="008127DF"/>
    <w:rsid w:val="00822DD6"/>
    <w:rsid w:val="00826C0B"/>
    <w:rsid w:val="00835E42"/>
    <w:rsid w:val="008416F7"/>
    <w:rsid w:val="00857E42"/>
    <w:rsid w:val="008678ED"/>
    <w:rsid w:val="008763A5"/>
    <w:rsid w:val="008B206D"/>
    <w:rsid w:val="008C057E"/>
    <w:rsid w:val="008E2652"/>
    <w:rsid w:val="008E2C31"/>
    <w:rsid w:val="008F0DE3"/>
    <w:rsid w:val="00911E19"/>
    <w:rsid w:val="00935D01"/>
    <w:rsid w:val="00983353"/>
    <w:rsid w:val="00987807"/>
    <w:rsid w:val="009B4398"/>
    <w:rsid w:val="00A047D1"/>
    <w:rsid w:val="00A41521"/>
    <w:rsid w:val="00A6323D"/>
    <w:rsid w:val="00A63549"/>
    <w:rsid w:val="00A645A6"/>
    <w:rsid w:val="00A65F53"/>
    <w:rsid w:val="00A83E1D"/>
    <w:rsid w:val="00AA08B9"/>
    <w:rsid w:val="00AA25FA"/>
    <w:rsid w:val="00AA2732"/>
    <w:rsid w:val="00AC7027"/>
    <w:rsid w:val="00AC779C"/>
    <w:rsid w:val="00AD232D"/>
    <w:rsid w:val="00AF3A5A"/>
    <w:rsid w:val="00AF7E2D"/>
    <w:rsid w:val="00B063A6"/>
    <w:rsid w:val="00B21BC0"/>
    <w:rsid w:val="00B456E5"/>
    <w:rsid w:val="00B9081E"/>
    <w:rsid w:val="00BA2F83"/>
    <w:rsid w:val="00BB4150"/>
    <w:rsid w:val="00BC31F6"/>
    <w:rsid w:val="00C21444"/>
    <w:rsid w:val="00C67900"/>
    <w:rsid w:val="00CB67B9"/>
    <w:rsid w:val="00CC034C"/>
    <w:rsid w:val="00CD1EA7"/>
    <w:rsid w:val="00D14F04"/>
    <w:rsid w:val="00D738A7"/>
    <w:rsid w:val="00DE3EC8"/>
    <w:rsid w:val="00DF0EE7"/>
    <w:rsid w:val="00E23EBA"/>
    <w:rsid w:val="00E33019"/>
    <w:rsid w:val="00E35885"/>
    <w:rsid w:val="00E831E7"/>
    <w:rsid w:val="00E966DC"/>
    <w:rsid w:val="00EC6F55"/>
    <w:rsid w:val="00EE2733"/>
    <w:rsid w:val="00F53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2652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E2652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E2652"/>
    <w:pPr>
      <w:keepNext/>
      <w:keepLines/>
      <w:spacing w:before="200" w:after="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E2652"/>
    <w:pPr>
      <w:keepNext/>
      <w:keepLines/>
      <w:spacing w:before="200" w:after="0"/>
      <w:outlineLvl w:val="2"/>
    </w:pPr>
    <w:rPr>
      <w:rFonts w:ascii="Cambria" w:eastAsia="MS Gothic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8E2652"/>
    <w:pPr>
      <w:keepNext/>
      <w:keepLines/>
      <w:spacing w:before="200" w:after="0"/>
      <w:outlineLvl w:val="3"/>
    </w:pPr>
    <w:rPr>
      <w:rFonts w:ascii="Cambria" w:eastAsia="MS Gothic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8E2652"/>
    <w:pPr>
      <w:keepNext/>
      <w:keepLines/>
      <w:spacing w:before="200" w:after="0"/>
      <w:outlineLvl w:val="4"/>
    </w:pPr>
    <w:rPr>
      <w:rFonts w:ascii="Cambria" w:eastAsia="MS Gothic" w:hAnsi="Cambria"/>
      <w:color w:val="243F6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8E2652"/>
    <w:pPr>
      <w:keepNext/>
      <w:keepLines/>
      <w:spacing w:before="200" w:after="0"/>
      <w:outlineLvl w:val="5"/>
    </w:pPr>
    <w:rPr>
      <w:rFonts w:ascii="Cambria" w:eastAsia="MS Gothic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8E2652"/>
    <w:pPr>
      <w:keepNext/>
      <w:keepLines/>
      <w:spacing w:before="200" w:after="0"/>
      <w:outlineLvl w:val="6"/>
    </w:pPr>
    <w:rPr>
      <w:rFonts w:ascii="Cambria" w:eastAsia="MS Gothic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8E2652"/>
    <w:pPr>
      <w:keepNext/>
      <w:keepLines/>
      <w:spacing w:before="200" w:after="0"/>
      <w:outlineLvl w:val="7"/>
    </w:pPr>
    <w:rPr>
      <w:rFonts w:ascii="Cambria" w:eastAsia="MS Gothic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8E2652"/>
    <w:pPr>
      <w:keepNext/>
      <w:keepLines/>
      <w:spacing w:before="200" w:after="0"/>
      <w:outlineLvl w:val="8"/>
    </w:pPr>
    <w:rPr>
      <w:rFonts w:ascii="Cambria" w:eastAsia="MS Gothic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8E2652"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Titolo2Carattere">
    <w:name w:val="Titolo 2 Carattere"/>
    <w:link w:val="Titolo2"/>
    <w:uiPriority w:val="9"/>
    <w:rsid w:val="008E2652"/>
    <w:rPr>
      <w:rFonts w:ascii="Cambria" w:eastAsia="MS Gothic" w:hAnsi="Cambria" w:cs="Times New Roman"/>
      <w:b/>
      <w:bCs/>
      <w:color w:val="4F81BD"/>
      <w:sz w:val="26"/>
      <w:szCs w:val="26"/>
    </w:rPr>
  </w:style>
  <w:style w:type="character" w:customStyle="1" w:styleId="Titolo3Carattere">
    <w:name w:val="Titolo 3 Carattere"/>
    <w:link w:val="Titolo3"/>
    <w:uiPriority w:val="9"/>
    <w:rsid w:val="008E2652"/>
    <w:rPr>
      <w:rFonts w:ascii="Cambria" w:eastAsia="MS Gothic" w:hAnsi="Cambria" w:cs="Times New Roman"/>
      <w:b/>
      <w:bCs/>
      <w:color w:val="4F81BD"/>
    </w:rPr>
  </w:style>
  <w:style w:type="character" w:customStyle="1" w:styleId="Titolo4Carattere">
    <w:name w:val="Titolo 4 Carattere"/>
    <w:link w:val="Titolo4"/>
    <w:uiPriority w:val="9"/>
    <w:rsid w:val="008E2652"/>
    <w:rPr>
      <w:rFonts w:ascii="Cambria" w:eastAsia="MS Gothic" w:hAnsi="Cambria" w:cs="Times New Roman"/>
      <w:b/>
      <w:bCs/>
      <w:i/>
      <w:iCs/>
      <w:color w:val="4F81BD"/>
    </w:rPr>
  </w:style>
  <w:style w:type="character" w:customStyle="1" w:styleId="Titolo5Carattere">
    <w:name w:val="Titolo 5 Carattere"/>
    <w:link w:val="Titolo5"/>
    <w:uiPriority w:val="9"/>
    <w:rsid w:val="008E2652"/>
    <w:rPr>
      <w:rFonts w:ascii="Cambria" w:eastAsia="MS Gothic" w:hAnsi="Cambria" w:cs="Times New Roman"/>
      <w:color w:val="243F60"/>
    </w:rPr>
  </w:style>
  <w:style w:type="character" w:customStyle="1" w:styleId="Titolo6Carattere">
    <w:name w:val="Titolo 6 Carattere"/>
    <w:link w:val="Titolo6"/>
    <w:uiPriority w:val="9"/>
    <w:rsid w:val="008E2652"/>
    <w:rPr>
      <w:rFonts w:ascii="Cambria" w:eastAsia="MS Gothic" w:hAnsi="Cambria" w:cs="Times New Roman"/>
      <w:i/>
      <w:iCs/>
      <w:color w:val="243F60"/>
    </w:rPr>
  </w:style>
  <w:style w:type="character" w:customStyle="1" w:styleId="Titolo7Carattere">
    <w:name w:val="Titolo 7 Carattere"/>
    <w:link w:val="Titolo7"/>
    <w:uiPriority w:val="9"/>
    <w:rsid w:val="008E2652"/>
    <w:rPr>
      <w:rFonts w:ascii="Cambria" w:eastAsia="MS Gothic" w:hAnsi="Cambria" w:cs="Times New Roman"/>
      <w:i/>
      <w:iCs/>
      <w:color w:val="404040"/>
    </w:rPr>
  </w:style>
  <w:style w:type="character" w:customStyle="1" w:styleId="Titolo8Carattere">
    <w:name w:val="Titolo 8 Carattere"/>
    <w:link w:val="Titolo8"/>
    <w:uiPriority w:val="9"/>
    <w:rsid w:val="008E2652"/>
    <w:rPr>
      <w:rFonts w:ascii="Cambria" w:eastAsia="MS Gothic" w:hAnsi="Cambria" w:cs="Times New Roman"/>
      <w:color w:val="404040"/>
      <w:sz w:val="20"/>
      <w:szCs w:val="20"/>
    </w:rPr>
  </w:style>
  <w:style w:type="character" w:customStyle="1" w:styleId="Titolo9Carattere">
    <w:name w:val="Titolo 9 Carattere"/>
    <w:link w:val="Titolo9"/>
    <w:uiPriority w:val="9"/>
    <w:rsid w:val="008E2652"/>
    <w:rPr>
      <w:rFonts w:ascii="Cambria" w:eastAsia="MS Gothic" w:hAnsi="Cambria" w:cs="Times New Roman"/>
      <w:i/>
      <w:iCs/>
      <w:color w:val="404040"/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rsid w:val="008E265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MS Gothic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uiPriority w:val="10"/>
    <w:rsid w:val="008E2652"/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E2652"/>
    <w:pPr>
      <w:numPr>
        <w:ilvl w:val="1"/>
      </w:numPr>
    </w:pPr>
    <w:rPr>
      <w:rFonts w:ascii="Cambria" w:eastAsia="MS Gothic" w:hAnsi="Cambria"/>
      <w:i/>
      <w:iCs/>
      <w:color w:val="4F81BD"/>
      <w:spacing w:val="15"/>
      <w:sz w:val="24"/>
      <w:szCs w:val="24"/>
    </w:rPr>
  </w:style>
  <w:style w:type="character" w:customStyle="1" w:styleId="SottotitoloCarattere">
    <w:name w:val="Sottotitolo Carattere"/>
    <w:link w:val="Sottotitolo"/>
    <w:uiPriority w:val="11"/>
    <w:rsid w:val="008E2652"/>
    <w:rPr>
      <w:rFonts w:ascii="Cambria" w:eastAsia="MS Gothic" w:hAnsi="Cambria" w:cs="Times New Roman"/>
      <w:i/>
      <w:iCs/>
      <w:color w:val="4F81BD"/>
      <w:spacing w:val="15"/>
      <w:sz w:val="24"/>
      <w:szCs w:val="24"/>
    </w:rPr>
  </w:style>
  <w:style w:type="character" w:styleId="Enfasidelicata">
    <w:name w:val="Subtle Emphasis"/>
    <w:uiPriority w:val="19"/>
    <w:qFormat/>
    <w:rsid w:val="008E2652"/>
    <w:rPr>
      <w:i/>
      <w:iCs/>
      <w:color w:val="808080"/>
    </w:rPr>
  </w:style>
  <w:style w:type="character" w:styleId="Enfasicorsivo">
    <w:name w:val="Emphasis"/>
    <w:uiPriority w:val="20"/>
    <w:qFormat/>
    <w:rsid w:val="008E2652"/>
    <w:rPr>
      <w:i/>
      <w:iCs/>
    </w:rPr>
  </w:style>
  <w:style w:type="character" w:styleId="Enfasiintensa">
    <w:name w:val="Intense Emphasis"/>
    <w:uiPriority w:val="21"/>
    <w:qFormat/>
    <w:rsid w:val="008E2652"/>
    <w:rPr>
      <w:b/>
      <w:bCs/>
      <w:i/>
      <w:iCs/>
      <w:color w:val="4F81BD"/>
    </w:rPr>
  </w:style>
  <w:style w:type="character" w:styleId="Enfasigrassetto">
    <w:name w:val="Strong"/>
    <w:uiPriority w:val="22"/>
    <w:qFormat/>
    <w:rsid w:val="008E2652"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E2652"/>
    <w:rPr>
      <w:i/>
      <w:iCs/>
      <w:color w:val="000000"/>
    </w:rPr>
  </w:style>
  <w:style w:type="character" w:customStyle="1" w:styleId="CitazioneCarattere">
    <w:name w:val="Citazione Carattere"/>
    <w:link w:val="Citazione"/>
    <w:uiPriority w:val="29"/>
    <w:rsid w:val="008E2652"/>
    <w:rPr>
      <w:i/>
      <w:iCs/>
      <w:color w:val="00000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E265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zioneintensaCarattere">
    <w:name w:val="Citazione intensa Carattere"/>
    <w:link w:val="Citazioneintensa"/>
    <w:uiPriority w:val="30"/>
    <w:rsid w:val="008E2652"/>
    <w:rPr>
      <w:b/>
      <w:bCs/>
      <w:i/>
      <w:iCs/>
      <w:color w:val="4F81BD"/>
    </w:rPr>
  </w:style>
  <w:style w:type="character" w:styleId="Riferimentodelicato">
    <w:name w:val="Subtle Reference"/>
    <w:uiPriority w:val="31"/>
    <w:qFormat/>
    <w:rsid w:val="008E2652"/>
    <w:rPr>
      <w:smallCaps/>
      <w:color w:val="C0504D"/>
      <w:u w:val="single"/>
    </w:rPr>
  </w:style>
  <w:style w:type="character" w:styleId="Riferimentointenso">
    <w:name w:val="Intense Reference"/>
    <w:uiPriority w:val="32"/>
    <w:qFormat/>
    <w:rsid w:val="008E2652"/>
    <w:rPr>
      <w:b/>
      <w:bCs/>
      <w:smallCaps/>
      <w:color w:val="C0504D"/>
      <w:spacing w:val="5"/>
      <w:u w:val="single"/>
    </w:rPr>
  </w:style>
  <w:style w:type="character" w:styleId="Titolodellibro">
    <w:name w:val="Book Title"/>
    <w:uiPriority w:val="33"/>
    <w:qFormat/>
    <w:rsid w:val="008E2652"/>
    <w:rPr>
      <w:b/>
      <w:bCs/>
      <w:smallCaps/>
      <w:spacing w:val="5"/>
    </w:rPr>
  </w:style>
  <w:style w:type="paragraph" w:styleId="Paragrafoelenco">
    <w:name w:val="List Paragraph"/>
    <w:basedOn w:val="Normale"/>
    <w:uiPriority w:val="34"/>
    <w:qFormat/>
    <w:rsid w:val="008E2652"/>
    <w:pPr>
      <w:ind w:left="720"/>
      <w:contextualSpacing/>
    </w:pPr>
  </w:style>
  <w:style w:type="character" w:styleId="Collegamentoipertestuale">
    <w:name w:val="Hyperlink"/>
    <w:uiPriority w:val="99"/>
    <w:unhideWhenUsed/>
    <w:rsid w:val="008E2652"/>
    <w:rPr>
      <w:color w:val="0000FF"/>
      <w:u w:val="single"/>
    </w:rPr>
  </w:style>
  <w:style w:type="character" w:styleId="Collegamentovisitato">
    <w:name w:val="FollowedHyperlink"/>
    <w:uiPriority w:val="99"/>
    <w:unhideWhenUsed/>
    <w:rsid w:val="008E2652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1769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D4A5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1D4A59"/>
    <w:rPr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1D4A5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D4A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4A59"/>
  </w:style>
  <w:style w:type="paragraph" w:styleId="Pidipagina">
    <w:name w:val="footer"/>
    <w:basedOn w:val="Normale"/>
    <w:link w:val="PidipaginaCarattere"/>
    <w:uiPriority w:val="99"/>
    <w:unhideWhenUsed/>
    <w:rsid w:val="001D4A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4A59"/>
  </w:style>
  <w:style w:type="paragraph" w:styleId="Didascalia">
    <w:name w:val="caption"/>
    <w:basedOn w:val="Normale"/>
    <w:next w:val="Normale"/>
    <w:qFormat/>
    <w:rsid w:val="00AF7E2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intestaz1">
    <w:name w:val="intestaz1"/>
    <w:basedOn w:val="Normale"/>
    <w:rsid w:val="00935D01"/>
    <w:pPr>
      <w:spacing w:after="720" w:line="264" w:lineRule="auto"/>
      <w:jc w:val="center"/>
    </w:pPr>
    <w:rPr>
      <w:rFonts w:ascii="Verdana" w:eastAsia="Times New Roman" w:hAnsi="Verdana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2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2E4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Ispettore%20USR\Anni%20di%20pova%20202122\Griglia%20osservazione%20docent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40ba01-8984-43ef-9c48-57dd13317510" xsi:nil="true"/>
    <lcf76f155ced4ddcb4097134ff3c332f xmlns="65f3d0ed-a517-4cc2-8d85-3f3b0f89f38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5AB7F3EB30B54988EC6A633916B1EA" ma:contentTypeVersion="17" ma:contentTypeDescription="Creare un nuovo documento." ma:contentTypeScope="" ma:versionID="33aa89d9d9a8d09ae89ec7dd984f8064">
  <xsd:schema xmlns:xsd="http://www.w3.org/2001/XMLSchema" xmlns:xs="http://www.w3.org/2001/XMLSchema" xmlns:p="http://schemas.microsoft.com/office/2006/metadata/properties" xmlns:ns2="65f3d0ed-a517-4cc2-8d85-3f3b0f89f380" xmlns:ns3="7f40ba01-8984-43ef-9c48-57dd13317510" targetNamespace="http://schemas.microsoft.com/office/2006/metadata/properties" ma:root="true" ma:fieldsID="c4e01b8a086bb25d5fc18e16ed13f1da" ns2:_="" ns3:_="">
    <xsd:import namespace="65f3d0ed-a517-4cc2-8d85-3f3b0f89f380"/>
    <xsd:import namespace="7f40ba01-8984-43ef-9c48-57dd133175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3d0ed-a517-4cc2-8d85-3f3b0f89f3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a087d216-9da7-4ca6-a432-9e625d0d44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0ba01-8984-43ef-9c48-57dd133175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4785ee9-8684-41cf-b7ca-d094007c099b}" ma:internalName="TaxCatchAll" ma:showField="CatchAllData" ma:web="7f40ba01-8984-43ef-9c48-57dd133175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40B4A6-C5E5-1047-BBE7-31EDE80CE2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A5CD89-7012-46FA-BF75-314941AD4D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B93066-BA3D-4AB3-B2C5-8CA56EBF4743}">
  <ds:schemaRefs>
    <ds:schemaRef ds:uri="http://schemas.microsoft.com/office/2006/metadata/properties"/>
    <ds:schemaRef ds:uri="http://schemas.microsoft.com/office/infopath/2007/PartnerControls"/>
    <ds:schemaRef ds:uri="7f40ba01-8984-43ef-9c48-57dd13317510"/>
    <ds:schemaRef ds:uri="65f3d0ed-a517-4cc2-8d85-3f3b0f89f380"/>
  </ds:schemaRefs>
</ds:datastoreItem>
</file>

<file path=customXml/itemProps4.xml><?xml version="1.0" encoding="utf-8"?>
<ds:datastoreItem xmlns:ds="http://schemas.openxmlformats.org/officeDocument/2006/customXml" ds:itemID="{2B8B2F42-897E-462A-A844-4A394B36B6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f3d0ed-a517-4cc2-8d85-3f3b0f89f380"/>
    <ds:schemaRef ds:uri="7f40ba01-8984-43ef-9c48-57dd133175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Griglia osservazione docenti</Template>
  <TotalTime>0</TotalTime>
  <Pages>8</Pages>
  <Words>1637</Words>
  <Characters>9335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INTESTAZIONE DELL’ISTITUZIONE SCOLASTICA</vt:lpstr>
    </vt:vector>
  </TitlesOfParts>
  <Company/>
  <LinksUpToDate>false</LinksUpToDate>
  <CharactersWithSpaces>10951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INTESTAZIONE DELL’ISTITUZIONE SCOLASTICA</dc:title>
  <dc:creator>MI</dc:creator>
  <cp:lastModifiedBy>Utente</cp:lastModifiedBy>
  <cp:revision>2</cp:revision>
  <cp:lastPrinted>2024-03-05T15:26:00Z</cp:lastPrinted>
  <dcterms:created xsi:type="dcterms:W3CDTF">2024-04-06T08:57:00Z</dcterms:created>
  <dcterms:modified xsi:type="dcterms:W3CDTF">2024-04-06T08:57:00Z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0x010100C85AB7F3EB30B54988EC6A633916B1EA</vt:lpwstr>
  </property>
</Properties>
</file>